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4CA17" w14:textId="77777777" w:rsidR="00550AB0" w:rsidRDefault="00550AB0" w:rsidP="00CF79FA">
      <w:pPr>
        <w:spacing w:line="276" w:lineRule="auto"/>
        <w:rPr>
          <w:rFonts w:ascii="Arial Narrow" w:hAnsi="Arial Narrow"/>
        </w:rPr>
      </w:pPr>
    </w:p>
    <w:p w14:paraId="5D4979AB" w14:textId="77777777" w:rsidR="00CF79FA" w:rsidRPr="00CF79FA" w:rsidRDefault="00F94A43" w:rsidP="00CF79FA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Transpordia</w:t>
      </w:r>
      <w:r w:rsidR="00CF79FA" w:rsidRPr="00CF79FA">
        <w:rPr>
          <w:rFonts w:ascii="Arial Narrow" w:hAnsi="Arial Narrow"/>
        </w:rPr>
        <w:t xml:space="preserve">met </w:t>
      </w:r>
    </w:p>
    <w:p w14:paraId="66CD807E" w14:textId="77777777" w:rsidR="00CF79FA" w:rsidRDefault="00CF79FA" w:rsidP="00CF79FA">
      <w:pPr>
        <w:spacing w:line="276" w:lineRule="auto"/>
        <w:rPr>
          <w:rFonts w:ascii="Arial Narrow" w:hAnsi="Arial Narrow"/>
        </w:rPr>
      </w:pPr>
      <w:hyperlink r:id="rId7" w:history="1">
        <w:r w:rsidRPr="00E8617A">
          <w:rPr>
            <w:rStyle w:val="Hperlink"/>
            <w:rFonts w:ascii="Arial Narrow" w:hAnsi="Arial Narrow"/>
          </w:rPr>
          <w:t>mare.oobik@</w:t>
        </w:r>
        <w:r w:rsidR="00804A0C">
          <w:rPr>
            <w:rStyle w:val="Hperlink"/>
            <w:rFonts w:ascii="Arial Narrow" w:hAnsi="Arial Narrow"/>
          </w:rPr>
          <w:t>transpordiamet</w:t>
        </w:r>
        <w:r w:rsidRPr="00E8617A">
          <w:rPr>
            <w:rStyle w:val="Hperlink"/>
            <w:rFonts w:ascii="Arial Narrow" w:hAnsi="Arial Narrow"/>
          </w:rPr>
          <w:t>.ee</w:t>
        </w:r>
      </w:hyperlink>
      <w:r>
        <w:rPr>
          <w:rFonts w:ascii="Arial Narrow" w:hAnsi="Arial Narrow"/>
        </w:rPr>
        <w:t xml:space="preserve"> </w:t>
      </w:r>
    </w:p>
    <w:p w14:paraId="74C746C6" w14:textId="77777777" w:rsidR="00CF79FA" w:rsidRPr="00CF79FA" w:rsidRDefault="00CF79FA" w:rsidP="00CF79FA">
      <w:pPr>
        <w:spacing w:line="276" w:lineRule="auto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 </w:t>
      </w:r>
    </w:p>
    <w:p w14:paraId="1BF31471" w14:textId="77777777" w:rsidR="00CF79FA" w:rsidRPr="00CF79FA" w:rsidRDefault="00CF79FA" w:rsidP="00CF79FA">
      <w:pPr>
        <w:spacing w:line="276" w:lineRule="auto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Lp Mare Ööbik </w:t>
      </w:r>
    </w:p>
    <w:p w14:paraId="5763E5ED" w14:textId="77777777" w:rsidR="00CF79FA" w:rsidRPr="00CF79FA" w:rsidRDefault="00CF79FA" w:rsidP="00CF79FA">
      <w:pPr>
        <w:spacing w:line="276" w:lineRule="auto"/>
        <w:rPr>
          <w:rFonts w:ascii="Arial Narrow" w:hAnsi="Arial Narrow"/>
        </w:rPr>
      </w:pPr>
    </w:p>
    <w:p w14:paraId="2E789BC0" w14:textId="7C7D41AC" w:rsidR="00CF79FA" w:rsidRDefault="00CF79FA" w:rsidP="008F6493">
      <w:pPr>
        <w:spacing w:line="276" w:lineRule="auto"/>
        <w:jc w:val="right"/>
        <w:rPr>
          <w:rFonts w:ascii="Arial Narrow" w:hAnsi="Arial Narrow"/>
        </w:rPr>
      </w:pPr>
      <w:r w:rsidRPr="00CF79FA">
        <w:rPr>
          <w:rFonts w:ascii="Arial Narrow" w:hAnsi="Arial Narrow"/>
        </w:rPr>
        <w:t xml:space="preserve">Tallinnas, </w:t>
      </w:r>
      <w:r w:rsidR="00361D06">
        <w:rPr>
          <w:rFonts w:ascii="Arial Narrow" w:hAnsi="Arial Narrow"/>
        </w:rPr>
        <w:t>20</w:t>
      </w:r>
      <w:r w:rsidR="00DA1CFD">
        <w:rPr>
          <w:rFonts w:ascii="Arial Narrow" w:hAnsi="Arial Narrow"/>
        </w:rPr>
        <w:t>.0</w:t>
      </w:r>
      <w:r w:rsidR="00361D06">
        <w:rPr>
          <w:rFonts w:ascii="Arial Narrow" w:hAnsi="Arial Narrow"/>
        </w:rPr>
        <w:t>1</w:t>
      </w:r>
      <w:r w:rsidR="00B72003">
        <w:rPr>
          <w:rFonts w:ascii="Arial Narrow" w:hAnsi="Arial Narrow"/>
        </w:rPr>
        <w:t>.</w:t>
      </w:r>
      <w:r w:rsidR="00F94A43">
        <w:rPr>
          <w:rFonts w:ascii="Arial Narrow" w:hAnsi="Arial Narrow"/>
        </w:rPr>
        <w:t>202</w:t>
      </w:r>
      <w:r w:rsidR="00361D06">
        <w:rPr>
          <w:rFonts w:ascii="Arial Narrow" w:hAnsi="Arial Narrow"/>
        </w:rPr>
        <w:t>5</w:t>
      </w:r>
    </w:p>
    <w:p w14:paraId="63FBE8BE" w14:textId="77777777" w:rsidR="00CF79FA" w:rsidRPr="00CF79FA" w:rsidRDefault="00CF79FA" w:rsidP="00CF79FA">
      <w:pPr>
        <w:spacing w:line="276" w:lineRule="auto"/>
        <w:jc w:val="center"/>
        <w:rPr>
          <w:rFonts w:ascii="Arial Narrow" w:hAnsi="Arial Narrow"/>
        </w:rPr>
      </w:pPr>
      <w:r w:rsidRPr="00CF79FA">
        <w:rPr>
          <w:rFonts w:ascii="Arial Narrow" w:hAnsi="Arial Narrow"/>
          <w:b/>
        </w:rPr>
        <w:t>TAOTLUS</w:t>
      </w:r>
    </w:p>
    <w:p w14:paraId="521CB29D" w14:textId="77777777" w:rsidR="00CF79FA" w:rsidRPr="00CF79FA" w:rsidRDefault="00CF79FA" w:rsidP="00CF79FA">
      <w:pPr>
        <w:spacing w:line="276" w:lineRule="auto"/>
        <w:jc w:val="center"/>
        <w:rPr>
          <w:rFonts w:ascii="Arial Narrow" w:hAnsi="Arial Narrow"/>
        </w:rPr>
      </w:pPr>
    </w:p>
    <w:p w14:paraId="31FD18F6" w14:textId="5169E121" w:rsidR="00CF79FA" w:rsidRDefault="00CF79FA" w:rsidP="00C415A9">
      <w:pPr>
        <w:spacing w:line="276" w:lineRule="auto"/>
        <w:jc w:val="both"/>
        <w:rPr>
          <w:rFonts w:ascii="Arial Narrow" w:hAnsi="Arial Narrow"/>
          <w:b/>
        </w:rPr>
      </w:pPr>
      <w:r w:rsidRPr="00CF79FA">
        <w:rPr>
          <w:rFonts w:ascii="Arial Narrow" w:hAnsi="Arial Narrow"/>
        </w:rPr>
        <w:t xml:space="preserve">Käesolevaga </w:t>
      </w:r>
      <w:r w:rsidR="001310EF">
        <w:rPr>
          <w:rFonts w:ascii="Arial Narrow" w:hAnsi="Arial Narrow"/>
        </w:rPr>
        <w:t xml:space="preserve">laevaehitaja </w:t>
      </w:r>
      <w:r w:rsidR="001310EF" w:rsidRPr="001310EF">
        <w:rPr>
          <w:rFonts w:ascii="Arial Narrow" w:hAnsi="Arial Narrow"/>
          <w:b/>
        </w:rPr>
        <w:t xml:space="preserve">Baltic </w:t>
      </w:r>
      <w:proofErr w:type="spellStart"/>
      <w:r w:rsidR="001310EF" w:rsidRPr="001310EF">
        <w:rPr>
          <w:rFonts w:ascii="Arial Narrow" w:hAnsi="Arial Narrow"/>
          <w:b/>
        </w:rPr>
        <w:t>Workboats</w:t>
      </w:r>
      <w:proofErr w:type="spellEnd"/>
      <w:r w:rsidR="001310EF" w:rsidRPr="001310EF">
        <w:rPr>
          <w:rFonts w:ascii="Arial Narrow" w:hAnsi="Arial Narrow"/>
          <w:b/>
        </w:rPr>
        <w:t xml:space="preserve"> AS</w:t>
      </w:r>
      <w:r w:rsidR="001310EF" w:rsidRPr="001310EF">
        <w:rPr>
          <w:rFonts w:ascii="Arial Narrow" w:hAnsi="Arial Narrow"/>
        </w:rPr>
        <w:t xml:space="preserve"> (registrikood 10657801, aadress Sadama tee 26, Nasva alevik, Saaremaa vald, Saare maakond, 93872), </w:t>
      </w:r>
      <w:r w:rsidRPr="00CF79FA">
        <w:rPr>
          <w:rFonts w:ascii="Arial Narrow" w:hAnsi="Arial Narrow"/>
        </w:rPr>
        <w:t xml:space="preserve">mida esindab volikirja alusel </w:t>
      </w:r>
      <w:r w:rsidR="008F6493">
        <w:rPr>
          <w:rFonts w:ascii="Arial Narrow" w:hAnsi="Arial Narrow"/>
          <w:b/>
        </w:rPr>
        <w:t>Leelia Kirs</w:t>
      </w:r>
      <w:r w:rsidRPr="00CF79FA">
        <w:rPr>
          <w:rFonts w:ascii="Arial Narrow" w:hAnsi="Arial Narrow"/>
        </w:rPr>
        <w:t xml:space="preserve">, taotleb, et  väljastataks </w:t>
      </w:r>
      <w:r w:rsidR="00DA1CFD">
        <w:rPr>
          <w:rFonts w:ascii="Arial Narrow" w:hAnsi="Arial Narrow"/>
        </w:rPr>
        <w:t xml:space="preserve">Nasva tehases </w:t>
      </w:r>
      <w:r w:rsidRPr="00CF79FA">
        <w:rPr>
          <w:rFonts w:ascii="Arial Narrow" w:hAnsi="Arial Narrow"/>
        </w:rPr>
        <w:t>ehitatava</w:t>
      </w:r>
      <w:r w:rsidR="00361D06">
        <w:rPr>
          <w:rFonts w:ascii="Arial Narrow" w:hAnsi="Arial Narrow"/>
        </w:rPr>
        <w:t xml:space="preserve"> </w:t>
      </w:r>
      <w:r w:rsidRPr="00CF79FA">
        <w:rPr>
          <w:rFonts w:ascii="Arial Narrow" w:hAnsi="Arial Narrow"/>
        </w:rPr>
        <w:t>laeva</w:t>
      </w:r>
      <w:r w:rsidR="00E97C9A">
        <w:rPr>
          <w:rFonts w:ascii="Arial Narrow" w:hAnsi="Arial Narrow"/>
        </w:rPr>
        <w:t xml:space="preserve"> </w:t>
      </w:r>
      <w:r w:rsidRPr="00CF79FA">
        <w:rPr>
          <w:rFonts w:ascii="Arial Narrow" w:hAnsi="Arial Narrow"/>
        </w:rPr>
        <w:t>kohta tõend</w:t>
      </w:r>
      <w:r w:rsidR="00DA1CFD">
        <w:rPr>
          <w:rFonts w:ascii="Arial Narrow" w:hAnsi="Arial Narrow"/>
        </w:rPr>
        <w:t xml:space="preserve"> </w:t>
      </w:r>
      <w:r w:rsidR="00E97C9A">
        <w:rPr>
          <w:rFonts w:ascii="Arial Narrow" w:hAnsi="Arial Narrow"/>
        </w:rPr>
        <w:t xml:space="preserve">ja nimekooskõlastus </w:t>
      </w:r>
      <w:r w:rsidR="00DA1CFD" w:rsidRPr="00CF79FA">
        <w:rPr>
          <w:rFonts w:ascii="Arial Narrow" w:hAnsi="Arial Narrow"/>
        </w:rPr>
        <w:t>laeva ehitatavate laevade regist</w:t>
      </w:r>
      <w:r w:rsidR="00DA1CFD">
        <w:rPr>
          <w:rFonts w:ascii="Arial Narrow" w:hAnsi="Arial Narrow"/>
        </w:rPr>
        <w:t>risse kandmiseks järgnevalt:</w:t>
      </w:r>
    </w:p>
    <w:p w14:paraId="55B36CBC" w14:textId="77777777" w:rsidR="00CF79FA" w:rsidRDefault="00CF79FA" w:rsidP="00CF79FA">
      <w:pPr>
        <w:spacing w:line="276" w:lineRule="auto"/>
        <w:jc w:val="both"/>
        <w:rPr>
          <w:rFonts w:ascii="Arial Narrow" w:hAnsi="Arial Narrow"/>
          <w:b/>
        </w:rPr>
      </w:pPr>
    </w:p>
    <w:p w14:paraId="5F5F3A31" w14:textId="0CE40918" w:rsidR="00CF79FA" w:rsidRPr="00DA1CFD" w:rsidRDefault="00CF79FA" w:rsidP="00CF79FA">
      <w:pPr>
        <w:spacing w:line="276" w:lineRule="auto"/>
        <w:jc w:val="both"/>
        <w:rPr>
          <w:rFonts w:ascii="Arial Narrow" w:hAnsi="Arial Narrow"/>
          <w:bCs/>
        </w:rPr>
      </w:pPr>
      <w:r w:rsidRPr="00DA1CFD">
        <w:rPr>
          <w:rFonts w:ascii="Arial Narrow" w:hAnsi="Arial Narrow"/>
          <w:bCs/>
        </w:rPr>
        <w:t>Laeva andmed on järgnevad:</w:t>
      </w:r>
    </w:p>
    <w:p w14:paraId="63485818" w14:textId="77777777" w:rsidR="00714F19" w:rsidRPr="00DA1CFD" w:rsidRDefault="00CF79FA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proofErr w:type="spellStart"/>
      <w:r w:rsidRPr="00DA1CFD">
        <w:rPr>
          <w:rFonts w:ascii="Arial Narrow" w:hAnsi="Arial Narrow"/>
          <w:bCs/>
          <w:sz w:val="24"/>
          <w:szCs w:val="24"/>
        </w:rPr>
        <w:t>Üldpikkus</w:t>
      </w:r>
      <w:proofErr w:type="spellEnd"/>
      <w:r w:rsidR="00714F19" w:rsidRPr="00DA1CFD">
        <w:rPr>
          <w:rFonts w:ascii="Arial Narrow" w:hAnsi="Arial Narrow"/>
          <w:bCs/>
          <w:sz w:val="24"/>
          <w:szCs w:val="24"/>
        </w:rPr>
        <w:t>:</w:t>
      </w:r>
      <w:r w:rsidR="00714F19" w:rsidRPr="00DA1CFD">
        <w:rPr>
          <w:rFonts w:ascii="Arial Narrow" w:hAnsi="Arial Narrow" w:cs="Calibri"/>
          <w:color w:val="000000"/>
          <w:sz w:val="24"/>
          <w:szCs w:val="24"/>
        </w:rPr>
        <w:t xml:space="preserve"> </w:t>
      </w:r>
      <w:r w:rsidR="00DA1CFD" w:rsidRPr="00DA1CFD">
        <w:rPr>
          <w:rFonts w:ascii="Arial Narrow" w:hAnsi="Arial Narrow" w:cs="Calibri"/>
          <w:color w:val="000000"/>
          <w:sz w:val="24"/>
          <w:szCs w:val="24"/>
        </w:rPr>
        <w:t>26,8</w:t>
      </w:r>
      <w:r w:rsidR="00DA1CFD">
        <w:rPr>
          <w:rFonts w:ascii="Arial Narrow" w:hAnsi="Arial Narrow" w:cs="Calibri"/>
          <w:color w:val="000000"/>
          <w:sz w:val="24"/>
          <w:szCs w:val="24"/>
        </w:rPr>
        <w:t>0</w:t>
      </w:r>
      <w:r w:rsidR="00DA1CFD" w:rsidRPr="00DA1CFD">
        <w:rPr>
          <w:rFonts w:ascii="Arial Narrow" w:hAnsi="Arial Narrow" w:cs="Calibri"/>
          <w:color w:val="000000"/>
          <w:sz w:val="24"/>
          <w:szCs w:val="24"/>
        </w:rPr>
        <w:t xml:space="preserve"> </w:t>
      </w:r>
      <w:r w:rsidR="00714F19" w:rsidRPr="00DA1CFD">
        <w:rPr>
          <w:rFonts w:ascii="Arial Narrow" w:hAnsi="Arial Narrow"/>
          <w:bCs/>
          <w:sz w:val="24"/>
          <w:szCs w:val="24"/>
        </w:rPr>
        <w:t>m</w:t>
      </w:r>
    </w:p>
    <w:p w14:paraId="696878F1" w14:textId="77777777" w:rsidR="00714F19" w:rsidRPr="00DA1CFD" w:rsidRDefault="00714F19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 w:rsidRPr="00DA1CFD">
        <w:rPr>
          <w:rFonts w:ascii="Arial Narrow" w:hAnsi="Arial Narrow"/>
          <w:bCs/>
          <w:sz w:val="24"/>
          <w:szCs w:val="24"/>
        </w:rPr>
        <w:t xml:space="preserve">Laius: </w:t>
      </w:r>
      <w:r w:rsidR="00DA1CFD" w:rsidRPr="00DA1CFD">
        <w:rPr>
          <w:rFonts w:ascii="Arial Narrow" w:hAnsi="Arial Narrow"/>
          <w:bCs/>
          <w:sz w:val="24"/>
          <w:szCs w:val="24"/>
        </w:rPr>
        <w:t>10,5</w:t>
      </w:r>
      <w:r w:rsidR="00DA1CFD">
        <w:rPr>
          <w:rFonts w:ascii="Arial Narrow" w:hAnsi="Arial Narrow"/>
          <w:bCs/>
          <w:sz w:val="24"/>
          <w:szCs w:val="24"/>
        </w:rPr>
        <w:t>0</w:t>
      </w:r>
      <w:r w:rsidR="00DA1CFD" w:rsidRPr="00DA1CFD">
        <w:rPr>
          <w:rFonts w:ascii="Arial Narrow" w:hAnsi="Arial Narrow"/>
          <w:bCs/>
          <w:sz w:val="24"/>
          <w:szCs w:val="24"/>
        </w:rPr>
        <w:t xml:space="preserve"> </w:t>
      </w:r>
      <w:r w:rsidRPr="00DA1CFD">
        <w:rPr>
          <w:rFonts w:ascii="Arial Narrow" w:hAnsi="Arial Narrow"/>
          <w:bCs/>
          <w:sz w:val="24"/>
          <w:szCs w:val="24"/>
        </w:rPr>
        <w:t>m</w:t>
      </w:r>
    </w:p>
    <w:p w14:paraId="67F4A8CA" w14:textId="77777777" w:rsidR="00714F19" w:rsidRPr="00DA1CFD" w:rsidRDefault="00714F19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 w:rsidRPr="00DA1CFD">
        <w:rPr>
          <w:rFonts w:ascii="Arial Narrow" w:hAnsi="Arial Narrow"/>
          <w:bCs/>
          <w:sz w:val="24"/>
          <w:szCs w:val="24"/>
        </w:rPr>
        <w:t>Parda kõrgus :</w:t>
      </w:r>
      <w:r w:rsidR="00DA1CFD" w:rsidRPr="00DA1CFD">
        <w:rPr>
          <w:rFonts w:ascii="Arial Narrow" w:hAnsi="Arial Narrow"/>
          <w:bCs/>
          <w:sz w:val="24"/>
          <w:szCs w:val="24"/>
        </w:rPr>
        <w:t xml:space="preserve">4,30 </w:t>
      </w:r>
      <w:r w:rsidRPr="00DA1CFD">
        <w:rPr>
          <w:rFonts w:ascii="Arial Narrow" w:hAnsi="Arial Narrow"/>
          <w:bCs/>
          <w:sz w:val="24"/>
          <w:szCs w:val="24"/>
        </w:rPr>
        <w:t xml:space="preserve"> m</w:t>
      </w:r>
    </w:p>
    <w:p w14:paraId="2FFC3529" w14:textId="77777777" w:rsidR="00714F19" w:rsidRPr="00DA1CFD" w:rsidRDefault="00714F19" w:rsidP="00714F19">
      <w:pPr>
        <w:pStyle w:val="Loendilik"/>
        <w:numPr>
          <w:ilvl w:val="0"/>
          <w:numId w:val="44"/>
        </w:numPr>
        <w:rPr>
          <w:rFonts w:ascii="Arial Narrow" w:hAnsi="Arial Narrow"/>
          <w:bCs/>
          <w:sz w:val="24"/>
          <w:szCs w:val="24"/>
        </w:rPr>
      </w:pPr>
      <w:r w:rsidRPr="00DA1CFD">
        <w:rPr>
          <w:rFonts w:ascii="Arial Narrow" w:hAnsi="Arial Narrow"/>
          <w:bCs/>
          <w:sz w:val="24"/>
          <w:szCs w:val="24"/>
        </w:rPr>
        <w:t xml:space="preserve">Kogumahutavus (GT): </w:t>
      </w:r>
      <w:r w:rsidR="001310EF">
        <w:rPr>
          <w:rFonts w:ascii="Arial Narrow" w:hAnsi="Arial Narrow"/>
          <w:bCs/>
          <w:sz w:val="24"/>
          <w:szCs w:val="24"/>
        </w:rPr>
        <w:t>235</w:t>
      </w:r>
    </w:p>
    <w:p w14:paraId="79902F52" w14:textId="6CB78C8A" w:rsidR="00E97C9A" w:rsidRDefault="00E97C9A" w:rsidP="00C415A9">
      <w:pPr>
        <w:spacing w:line="276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Palume kooskõlastada järgneva nime ning </w:t>
      </w:r>
      <w:r w:rsidR="00585683">
        <w:rPr>
          <w:rFonts w:ascii="Arial Narrow" w:hAnsi="Arial Narrow"/>
          <w:bCs/>
        </w:rPr>
        <w:t xml:space="preserve">esitame </w:t>
      </w:r>
      <w:r>
        <w:rPr>
          <w:rFonts w:ascii="Arial Narrow" w:hAnsi="Arial Narrow"/>
          <w:bCs/>
        </w:rPr>
        <w:t>andmed kiilu</w:t>
      </w:r>
      <w:r w:rsidR="00C6499E">
        <w:rPr>
          <w:rFonts w:ascii="Arial Narrow" w:hAnsi="Arial Narrow"/>
          <w:bCs/>
        </w:rPr>
        <w:t xml:space="preserve"> </w:t>
      </w:r>
      <w:proofErr w:type="spellStart"/>
      <w:r w:rsidR="00C6499E">
        <w:rPr>
          <w:rFonts w:ascii="Arial Narrow" w:hAnsi="Arial Narrow"/>
          <w:bCs/>
        </w:rPr>
        <w:t>mahapanemise</w:t>
      </w:r>
      <w:proofErr w:type="spellEnd"/>
      <w:r w:rsidR="00C6499E">
        <w:rPr>
          <w:rFonts w:ascii="Arial Narrow" w:hAnsi="Arial Narrow"/>
          <w:bCs/>
        </w:rPr>
        <w:t xml:space="preserve"> kohta:</w:t>
      </w:r>
    </w:p>
    <w:p w14:paraId="50B42A77" w14:textId="77777777" w:rsidR="00E97C9A" w:rsidRPr="00361D06" w:rsidRDefault="00E97C9A" w:rsidP="00361D06">
      <w:pPr>
        <w:jc w:val="both"/>
        <w:rPr>
          <w:rFonts w:ascii="Arial Narrow" w:hAnsi="Arial Narrow"/>
          <w:bCs/>
        </w:rPr>
      </w:pPr>
    </w:p>
    <w:p w14:paraId="2ACDF44B" w14:textId="09809AFB" w:rsidR="00E97C9A" w:rsidRDefault="00E97C9A" w:rsidP="00E97C9A">
      <w:pPr>
        <w:pStyle w:val="Loendilik"/>
        <w:numPr>
          <w:ilvl w:val="0"/>
          <w:numId w:val="45"/>
        </w:numPr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Ehitatav laev nimega </w:t>
      </w:r>
      <w:r w:rsidRPr="00E97C9A">
        <w:rPr>
          <w:rFonts w:ascii="Arial Narrow" w:hAnsi="Arial Narrow"/>
          <w:b/>
          <w:bCs/>
          <w:sz w:val="24"/>
          <w:szCs w:val="24"/>
        </w:rPr>
        <w:t>5329</w:t>
      </w:r>
      <w:r w:rsidR="00654B39">
        <w:rPr>
          <w:rFonts w:ascii="Arial Narrow" w:hAnsi="Arial Narrow"/>
          <w:b/>
          <w:bCs/>
          <w:sz w:val="24"/>
          <w:szCs w:val="24"/>
        </w:rPr>
        <w:t>3</w:t>
      </w:r>
      <w:r w:rsidR="00361D06">
        <w:rPr>
          <w:rFonts w:ascii="Arial Narrow" w:hAnsi="Arial Narrow"/>
          <w:b/>
          <w:bCs/>
          <w:sz w:val="24"/>
          <w:szCs w:val="24"/>
        </w:rPr>
        <w:t>1</w:t>
      </w:r>
      <w:r>
        <w:rPr>
          <w:rFonts w:ascii="Arial Narrow" w:hAnsi="Arial Narrow"/>
          <w:bCs/>
          <w:sz w:val="24"/>
          <w:szCs w:val="24"/>
        </w:rPr>
        <w:t xml:space="preserve"> (ehitusnumber </w:t>
      </w:r>
      <w:r w:rsidRPr="00E97C9A">
        <w:rPr>
          <w:rFonts w:ascii="Arial Narrow" w:hAnsi="Arial Narrow"/>
          <w:b/>
          <w:bCs/>
          <w:sz w:val="24"/>
          <w:szCs w:val="24"/>
        </w:rPr>
        <w:t>9024</w:t>
      </w:r>
      <w:r w:rsidR="00361D06">
        <w:rPr>
          <w:rFonts w:ascii="Arial Narrow" w:hAnsi="Arial Narrow"/>
          <w:b/>
          <w:bCs/>
          <w:sz w:val="24"/>
          <w:szCs w:val="24"/>
        </w:rPr>
        <w:t>9</w:t>
      </w:r>
      <w:r>
        <w:rPr>
          <w:rFonts w:ascii="Arial Narrow" w:hAnsi="Arial Narrow"/>
          <w:bCs/>
          <w:sz w:val="24"/>
          <w:szCs w:val="24"/>
        </w:rPr>
        <w:t>)</w:t>
      </w:r>
    </w:p>
    <w:p w14:paraId="3A21ABA7" w14:textId="38096DB4" w:rsidR="00E97C9A" w:rsidRPr="005C2A97" w:rsidRDefault="00E97C9A" w:rsidP="005C2A97">
      <w:pPr>
        <w:pStyle w:val="Loendilik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Kiil 0</w:t>
      </w:r>
      <w:r w:rsidR="00361D06">
        <w:rPr>
          <w:rFonts w:ascii="Arial Narrow" w:hAnsi="Arial Narrow"/>
          <w:bCs/>
          <w:sz w:val="24"/>
          <w:szCs w:val="24"/>
        </w:rPr>
        <w:t>8</w:t>
      </w:r>
      <w:r>
        <w:rPr>
          <w:rFonts w:ascii="Arial Narrow" w:hAnsi="Arial Narrow"/>
          <w:bCs/>
          <w:sz w:val="24"/>
          <w:szCs w:val="24"/>
        </w:rPr>
        <w:t>.</w:t>
      </w:r>
      <w:r w:rsidR="00361D06">
        <w:rPr>
          <w:rFonts w:ascii="Arial Narrow" w:hAnsi="Arial Narrow"/>
          <w:bCs/>
          <w:sz w:val="24"/>
          <w:szCs w:val="24"/>
        </w:rPr>
        <w:t>11</w:t>
      </w:r>
      <w:r>
        <w:rPr>
          <w:rFonts w:ascii="Arial Narrow" w:hAnsi="Arial Narrow"/>
          <w:bCs/>
          <w:sz w:val="24"/>
          <w:szCs w:val="24"/>
        </w:rPr>
        <w:t>.202</w:t>
      </w:r>
      <w:r w:rsidR="000A0815">
        <w:rPr>
          <w:rFonts w:ascii="Arial Narrow" w:hAnsi="Arial Narrow"/>
          <w:bCs/>
          <w:sz w:val="24"/>
          <w:szCs w:val="24"/>
        </w:rPr>
        <w:t>4</w:t>
      </w:r>
      <w:r>
        <w:rPr>
          <w:rFonts w:ascii="Arial Narrow" w:hAnsi="Arial Narrow"/>
          <w:bCs/>
          <w:sz w:val="24"/>
          <w:szCs w:val="24"/>
        </w:rPr>
        <w:t xml:space="preserve">, </w:t>
      </w:r>
      <w:r w:rsidRPr="00E97C9A">
        <w:rPr>
          <w:rFonts w:ascii="Arial Narrow" w:hAnsi="Arial Narrow"/>
          <w:bCs/>
          <w:sz w:val="24"/>
          <w:szCs w:val="24"/>
        </w:rPr>
        <w:t xml:space="preserve">Baltic </w:t>
      </w:r>
      <w:proofErr w:type="spellStart"/>
      <w:r w:rsidRPr="00E97C9A">
        <w:rPr>
          <w:rFonts w:ascii="Arial Narrow" w:hAnsi="Arial Narrow"/>
          <w:bCs/>
          <w:sz w:val="24"/>
          <w:szCs w:val="24"/>
        </w:rPr>
        <w:t>Workboats</w:t>
      </w:r>
      <w:proofErr w:type="spellEnd"/>
      <w:r w:rsidRPr="00E97C9A">
        <w:rPr>
          <w:rFonts w:ascii="Arial Narrow" w:hAnsi="Arial Narrow"/>
          <w:bCs/>
          <w:sz w:val="24"/>
          <w:szCs w:val="24"/>
        </w:rPr>
        <w:t xml:space="preserve"> AS</w:t>
      </w:r>
      <w:r>
        <w:rPr>
          <w:rFonts w:ascii="Arial Narrow" w:hAnsi="Arial Narrow"/>
          <w:bCs/>
          <w:sz w:val="24"/>
          <w:szCs w:val="24"/>
        </w:rPr>
        <w:t xml:space="preserve"> </w:t>
      </w:r>
      <w:r w:rsidR="001310EF">
        <w:rPr>
          <w:rFonts w:ascii="Arial Narrow" w:hAnsi="Arial Narrow"/>
          <w:bCs/>
          <w:sz w:val="24"/>
          <w:szCs w:val="24"/>
        </w:rPr>
        <w:t>(</w:t>
      </w:r>
      <w:r>
        <w:rPr>
          <w:rFonts w:ascii="Arial Narrow" w:hAnsi="Arial Narrow"/>
          <w:bCs/>
          <w:sz w:val="24"/>
          <w:szCs w:val="24"/>
        </w:rPr>
        <w:t>alltöövõtja tehases</w:t>
      </w:r>
      <w:r w:rsidR="001310EF">
        <w:rPr>
          <w:rFonts w:ascii="Arial Narrow" w:hAnsi="Arial Narrow"/>
          <w:bCs/>
          <w:sz w:val="24"/>
          <w:szCs w:val="24"/>
        </w:rPr>
        <w:t>)</w:t>
      </w:r>
      <w:r>
        <w:rPr>
          <w:rFonts w:ascii="Arial Narrow" w:hAnsi="Arial Narrow"/>
          <w:bCs/>
          <w:sz w:val="24"/>
          <w:szCs w:val="24"/>
        </w:rPr>
        <w:t xml:space="preserve"> Loksal</w:t>
      </w:r>
    </w:p>
    <w:p w14:paraId="38C2E74E" w14:textId="126591F4" w:rsidR="00804F7E" w:rsidRDefault="00B72003" w:rsidP="00C415A9">
      <w:pPr>
        <w:spacing w:line="276" w:lineRule="auto"/>
        <w:jc w:val="both"/>
      </w:pPr>
      <w:r w:rsidRPr="00870BB7">
        <w:rPr>
          <w:rFonts w:ascii="Arial Narrow" w:hAnsi="Arial Narrow"/>
          <w:bCs/>
        </w:rPr>
        <w:t>Ehitatava laeva kerest on valmis 75 %.</w:t>
      </w:r>
      <w:r w:rsidRPr="00FE0B00">
        <w:t xml:space="preserve"> </w:t>
      </w:r>
    </w:p>
    <w:p w14:paraId="283079AC" w14:textId="77777777" w:rsidR="00B72003" w:rsidRPr="00CF79FA" w:rsidRDefault="00B72003" w:rsidP="00CF79FA">
      <w:pPr>
        <w:spacing w:line="276" w:lineRule="auto"/>
        <w:jc w:val="both"/>
        <w:rPr>
          <w:rFonts w:ascii="Arial Narrow" w:hAnsi="Arial Narrow"/>
          <w:b/>
        </w:rPr>
      </w:pPr>
    </w:p>
    <w:p w14:paraId="66B88942" w14:textId="256BE6C8" w:rsidR="00CF79FA" w:rsidRPr="00CF79FA" w:rsidRDefault="00CF79FA" w:rsidP="00B72003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>Palun väljastada tõend ehitatava laeva</w:t>
      </w:r>
      <w:r w:rsidR="00E97C9A">
        <w:rPr>
          <w:rFonts w:ascii="Arial Narrow" w:hAnsi="Arial Narrow"/>
        </w:rPr>
        <w:t xml:space="preserve"> ja nime</w:t>
      </w:r>
      <w:r w:rsidRPr="00CF79FA">
        <w:rPr>
          <w:rFonts w:ascii="Arial Narrow" w:hAnsi="Arial Narrow"/>
        </w:rPr>
        <w:t>kooskõlastus</w:t>
      </w:r>
      <w:r w:rsidR="00E97C9A">
        <w:rPr>
          <w:rFonts w:ascii="Arial Narrow" w:hAnsi="Arial Narrow"/>
        </w:rPr>
        <w:t>t</w:t>
      </w:r>
      <w:r w:rsidRPr="00CF79FA">
        <w:rPr>
          <w:rFonts w:ascii="Arial Narrow" w:hAnsi="Arial Narrow"/>
        </w:rPr>
        <w:t xml:space="preserve">e kohta e-mailile </w:t>
      </w:r>
      <w:hyperlink r:id="rId8" w:history="1">
        <w:r w:rsidRPr="00CF79FA">
          <w:rPr>
            <w:rFonts w:ascii="Arial Narrow" w:hAnsi="Arial Narrow"/>
            <w:color w:val="0000FF"/>
            <w:u w:val="single"/>
          </w:rPr>
          <w:t>leelia@malsco.ee</w:t>
        </w:r>
      </w:hyperlink>
      <w:r w:rsidRPr="00CF79FA">
        <w:rPr>
          <w:rFonts w:ascii="Arial Narrow" w:hAnsi="Arial Narrow"/>
        </w:rPr>
        <w:t>.</w:t>
      </w:r>
    </w:p>
    <w:p w14:paraId="507697A5" w14:textId="77777777" w:rsidR="00CF79FA" w:rsidRPr="00CF79FA" w:rsidRDefault="00CF79FA" w:rsidP="00CF79FA">
      <w:pPr>
        <w:spacing w:line="276" w:lineRule="auto"/>
        <w:jc w:val="both"/>
        <w:rPr>
          <w:rFonts w:ascii="Arial Narrow" w:hAnsi="Arial Narrow"/>
        </w:rPr>
      </w:pPr>
    </w:p>
    <w:p w14:paraId="70A479A4" w14:textId="77777777" w:rsidR="00CF79FA" w:rsidRPr="00CF79FA" w:rsidRDefault="00CF79FA" w:rsidP="00CF79FA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>Lugupidamisega</w:t>
      </w:r>
    </w:p>
    <w:p w14:paraId="70DB8D93" w14:textId="77777777" w:rsidR="00CF79FA" w:rsidRPr="008F6493" w:rsidRDefault="008F6493" w:rsidP="008F6493">
      <w:pPr>
        <w:spacing w:line="276" w:lineRule="auto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(</w:t>
      </w:r>
      <w:r w:rsidRPr="008F6493">
        <w:rPr>
          <w:rFonts w:ascii="Arial Narrow" w:hAnsi="Arial Narrow"/>
          <w:iCs/>
        </w:rPr>
        <w:t xml:space="preserve">allkirjastatud </w:t>
      </w:r>
      <w:r w:rsidR="00CF79FA" w:rsidRPr="008F6493">
        <w:rPr>
          <w:rFonts w:ascii="Arial Narrow" w:hAnsi="Arial Narrow"/>
          <w:iCs/>
        </w:rPr>
        <w:t>digitaalselt</w:t>
      </w:r>
      <w:r>
        <w:rPr>
          <w:rFonts w:ascii="Arial Narrow" w:hAnsi="Arial Narrow"/>
          <w:iCs/>
        </w:rPr>
        <w:t>)</w:t>
      </w:r>
    </w:p>
    <w:p w14:paraId="31D32A21" w14:textId="77777777" w:rsidR="00CF79FA" w:rsidRPr="00CF79FA" w:rsidRDefault="008F6493" w:rsidP="00CF79FA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Leelia Kirs</w:t>
      </w:r>
    </w:p>
    <w:p w14:paraId="0D03F2DB" w14:textId="1C6C736E" w:rsidR="00CF79FA" w:rsidRPr="00CF79FA" w:rsidRDefault="001310EF" w:rsidP="00CF79FA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Ba</w:t>
      </w:r>
      <w:r w:rsidR="00967A7A">
        <w:rPr>
          <w:rFonts w:ascii="Arial Narrow" w:hAnsi="Arial Narrow"/>
        </w:rPr>
        <w:t>l</w:t>
      </w:r>
      <w:r>
        <w:rPr>
          <w:rFonts w:ascii="Arial Narrow" w:hAnsi="Arial Narrow"/>
        </w:rPr>
        <w:t>tic</w:t>
      </w:r>
      <w:r w:rsidR="00E97C9A">
        <w:rPr>
          <w:rFonts w:ascii="Arial Narrow" w:hAnsi="Arial Narrow"/>
        </w:rPr>
        <w:t xml:space="preserve"> </w:t>
      </w:r>
      <w:proofErr w:type="spellStart"/>
      <w:r w:rsidR="00E97C9A">
        <w:rPr>
          <w:rFonts w:ascii="Arial Narrow" w:hAnsi="Arial Narrow"/>
        </w:rPr>
        <w:t>W</w:t>
      </w:r>
      <w:r w:rsidR="00CF79FA" w:rsidRPr="00CF79FA">
        <w:rPr>
          <w:rFonts w:ascii="Arial Narrow" w:hAnsi="Arial Narrow"/>
        </w:rPr>
        <w:t>orkboats</w:t>
      </w:r>
      <w:proofErr w:type="spellEnd"/>
      <w:r w:rsidR="00CF79FA" w:rsidRPr="00CF79F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AS</w:t>
      </w:r>
      <w:r w:rsidR="00CF79FA" w:rsidRPr="00CF79FA">
        <w:rPr>
          <w:rFonts w:ascii="Arial Narrow" w:hAnsi="Arial Narrow"/>
        </w:rPr>
        <w:t xml:space="preserve"> volitatud esindaja </w:t>
      </w:r>
    </w:p>
    <w:p w14:paraId="6B887E3E" w14:textId="77777777" w:rsidR="00CF79FA" w:rsidRDefault="00CF79FA" w:rsidP="00CF79FA">
      <w:pPr>
        <w:spacing w:line="276" w:lineRule="auto"/>
        <w:jc w:val="both"/>
        <w:rPr>
          <w:rFonts w:ascii="Arial Narrow" w:hAnsi="Arial Narrow"/>
        </w:rPr>
      </w:pPr>
      <w:r w:rsidRPr="00CF79FA">
        <w:rPr>
          <w:rFonts w:ascii="Arial Narrow" w:hAnsi="Arial Narrow"/>
        </w:rPr>
        <w:t>MALSCO Law Office OÜ</w:t>
      </w:r>
    </w:p>
    <w:p w14:paraId="6E6003B0" w14:textId="77777777" w:rsidR="00CF79FA" w:rsidRPr="00CF79FA" w:rsidRDefault="008F6493" w:rsidP="008F6493">
      <w:pPr>
        <w:spacing w:line="276" w:lineRule="auto"/>
        <w:jc w:val="both"/>
        <w:rPr>
          <w:rFonts w:ascii="Arial Narrow" w:hAnsi="Arial Narrow"/>
        </w:rPr>
      </w:pPr>
      <w:hyperlink r:id="rId9" w:history="1">
        <w:r w:rsidRPr="0099207A">
          <w:rPr>
            <w:rStyle w:val="Hperlink"/>
            <w:rFonts w:ascii="Arial Narrow" w:hAnsi="Arial Narrow"/>
          </w:rPr>
          <w:t>leelia@malsco.ee</w:t>
        </w:r>
      </w:hyperlink>
      <w:r w:rsidR="00CF79FA" w:rsidRPr="00CF79FA">
        <w:rPr>
          <w:rFonts w:ascii="Arial Narrow" w:hAnsi="Arial Narrow"/>
        </w:rPr>
        <w:t xml:space="preserve"> </w:t>
      </w:r>
    </w:p>
    <w:p w14:paraId="747A57D1" w14:textId="77777777" w:rsidR="003C5B81" w:rsidRPr="003C5B81" w:rsidRDefault="003C5B81" w:rsidP="00CF79FA">
      <w:pPr>
        <w:spacing w:line="276" w:lineRule="auto"/>
        <w:jc w:val="both"/>
      </w:pPr>
    </w:p>
    <w:sectPr w:rsidR="003C5B81" w:rsidRPr="003C5B81" w:rsidSect="00B5225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9121" w14:textId="77777777" w:rsidR="005D52A1" w:rsidRDefault="005D52A1">
      <w:r>
        <w:separator/>
      </w:r>
    </w:p>
  </w:endnote>
  <w:endnote w:type="continuationSeparator" w:id="0">
    <w:p w14:paraId="1DBCD168" w14:textId="77777777" w:rsidR="005D52A1" w:rsidRDefault="005D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FA4E7" w14:textId="77777777" w:rsidR="0033003E" w:rsidRDefault="0033003E" w:rsidP="00B5225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6"/>
        <w:szCs w:val="16"/>
      </w:rPr>
      <w:t xml:space="preserve">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672D0" w14:textId="77777777"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MALSCO Law Office OÜ              Tõnismägi 3a        Tel. +372 6115 007</w:t>
    </w:r>
  </w:p>
  <w:p w14:paraId="2EAF6DC1" w14:textId="77777777"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</w:t>
    </w:r>
    <w:proofErr w:type="spellStart"/>
    <w:r>
      <w:rPr>
        <w:rFonts w:ascii="Arial" w:hAnsi="Arial" w:cs="Arial"/>
        <w:color w:val="000080"/>
        <w:sz w:val="14"/>
        <w:szCs w:val="14"/>
      </w:rPr>
      <w:t>Registration</w:t>
    </w:r>
    <w:proofErr w:type="spellEnd"/>
    <w:r>
      <w:rPr>
        <w:rFonts w:ascii="Arial" w:hAnsi="Arial" w:cs="Arial"/>
        <w:color w:val="000080"/>
        <w:sz w:val="14"/>
        <w:szCs w:val="14"/>
      </w:rPr>
      <w:t xml:space="preserve"> Code 10466596       10119 TALLINN    Fax +372 6115 193</w:t>
    </w:r>
  </w:p>
  <w:p w14:paraId="1B1256F0" w14:textId="77777777"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VAT No. EE100640386                ESTONIA              www.malsco.ee</w:t>
    </w:r>
  </w:p>
  <w:p w14:paraId="299DF627" w14:textId="77777777" w:rsidR="006F68E1" w:rsidRDefault="006F68E1" w:rsidP="006F68E1">
    <w:pPr>
      <w:pStyle w:val="Jalus"/>
      <w:rPr>
        <w:rFonts w:ascii="Arial" w:hAnsi="Arial" w:cs="Arial"/>
        <w:color w:val="000080"/>
        <w:sz w:val="14"/>
        <w:szCs w:val="14"/>
      </w:rPr>
    </w:pPr>
    <w:r>
      <w:rPr>
        <w:rFonts w:ascii="Arial" w:hAnsi="Arial" w:cs="Arial"/>
        <w:color w:val="000080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info@malsco.ee    </w:t>
    </w:r>
  </w:p>
  <w:p w14:paraId="2BF8FC27" w14:textId="77777777" w:rsidR="006F68E1" w:rsidRDefault="006F68E1">
    <w:pPr>
      <w:pStyle w:val="Jalus"/>
    </w:pPr>
  </w:p>
  <w:p w14:paraId="09EE30AC" w14:textId="77777777" w:rsidR="006F68E1" w:rsidRDefault="006F68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B534B" w14:textId="77777777" w:rsidR="005D52A1" w:rsidRDefault="005D52A1">
      <w:r>
        <w:separator/>
      </w:r>
    </w:p>
  </w:footnote>
  <w:footnote w:type="continuationSeparator" w:id="0">
    <w:p w14:paraId="6BC118BE" w14:textId="77777777" w:rsidR="005D52A1" w:rsidRDefault="005D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534D3" w14:textId="77777777" w:rsidR="00E0025E" w:rsidRDefault="00E0025E">
    <w:pPr>
      <w:pStyle w:val="Pis"/>
      <w:spacing w:line="360" w:lineRule="auto"/>
      <w:rPr>
        <w:rFonts w:ascii="Arial" w:hAnsi="Arial" w:cs="Arial"/>
        <w:sz w:val="16"/>
      </w:rPr>
    </w:pPr>
  </w:p>
  <w:p w14:paraId="34487CA3" w14:textId="77777777" w:rsidR="00E0025E" w:rsidRDefault="00E0025E">
    <w:pPr>
      <w:pStyle w:val="Pis"/>
      <w:spacing w:line="360" w:lineRule="auto"/>
      <w:rPr>
        <w:rFonts w:ascii="Arial" w:hAnsi="Arial" w:cs="Arial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6CDE" w14:textId="77777777" w:rsidR="00BC4C59" w:rsidRDefault="0009129D">
    <w:pPr>
      <w:pStyle w:val="Pis"/>
    </w:pPr>
    <w:r>
      <w:rPr>
        <w:noProof/>
      </w:rPr>
      <w:drawing>
        <wp:inline distT="0" distB="0" distL="0" distR="0" wp14:anchorId="10DC3D8D" wp14:editId="6C31FCA6">
          <wp:extent cx="1348105" cy="657225"/>
          <wp:effectExtent l="0" t="0" r="444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10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B64F82" wp14:editId="71151AF2">
              <wp:simplePos x="0" y="0"/>
              <wp:positionH relativeFrom="column">
                <wp:posOffset>3253105</wp:posOffset>
              </wp:positionH>
              <wp:positionV relativeFrom="paragraph">
                <wp:posOffset>-40005</wp:posOffset>
              </wp:positionV>
              <wp:extent cx="2499995" cy="6045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9995" cy="60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7A542" w14:textId="77777777" w:rsidR="00BC4C59" w:rsidRDefault="00BC4C59" w:rsidP="00BC4C59">
                          <w:pP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</w:pPr>
                          <w:r w:rsidRPr="00F6273F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MALSCO</w:t>
                          </w:r>
                          <w:r w:rsidR="00F17DAE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6273F"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 xml:space="preserve"> Law Office </w:t>
                          </w:r>
                        </w:p>
                        <w:p w14:paraId="0D4BABD2" w14:textId="77777777" w:rsidR="00BC4C59" w:rsidRPr="00F6273F" w:rsidRDefault="00BC4C59" w:rsidP="00BC4C59">
                          <w:pP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F497D"/>
                              <w:sz w:val="32"/>
                              <w:szCs w:val="32"/>
                            </w:rPr>
                            <w:t>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B64F8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6.15pt;margin-top:-3.15pt;width:196.85pt;height:4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" stroked="f">
              <v:textbox>
                <w:txbxContent>
                  <w:p w14:paraId="51B7A542" w14:textId="77777777" w:rsidR="00BC4C59" w:rsidRDefault="00BC4C59" w:rsidP="00BC4C59">
                    <w:pP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</w:pPr>
                    <w:r w:rsidRPr="00F6273F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MALSCO</w:t>
                    </w:r>
                    <w:r w:rsidR="00F17DAE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</w:t>
                    </w:r>
                    <w:r w:rsidRPr="00F6273F"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 xml:space="preserve"> Law Office </w:t>
                    </w:r>
                  </w:p>
                  <w:p w14:paraId="0D4BABD2" w14:textId="77777777" w:rsidR="00BC4C59" w:rsidRPr="00F6273F" w:rsidRDefault="00BC4C59" w:rsidP="00BC4C59">
                    <w:pP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1F497D"/>
                        <w:sz w:val="32"/>
                        <w:szCs w:val="32"/>
                      </w:rPr>
                      <w:t>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F3025"/>
    <w:multiLevelType w:val="hybridMultilevel"/>
    <w:tmpl w:val="D4B4A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51B"/>
    <w:multiLevelType w:val="hybridMultilevel"/>
    <w:tmpl w:val="728838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41A2"/>
    <w:multiLevelType w:val="multilevel"/>
    <w:tmpl w:val="F8244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04" w:hanging="1800"/>
      </w:pPr>
      <w:rPr>
        <w:rFonts w:hint="default"/>
      </w:rPr>
    </w:lvl>
  </w:abstractNum>
  <w:abstractNum w:abstractNumId="3" w15:restartNumberingAfterBreak="0">
    <w:nsid w:val="15BB4EF0"/>
    <w:multiLevelType w:val="hybridMultilevel"/>
    <w:tmpl w:val="13CCD19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4440A"/>
    <w:multiLevelType w:val="hybridMultilevel"/>
    <w:tmpl w:val="181E7F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512B4"/>
    <w:multiLevelType w:val="hybridMultilevel"/>
    <w:tmpl w:val="4EC698CA"/>
    <w:lvl w:ilvl="0" w:tplc="0425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6" w15:restartNumberingAfterBreak="0">
    <w:nsid w:val="1BB47B8E"/>
    <w:multiLevelType w:val="hybridMultilevel"/>
    <w:tmpl w:val="890897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51430"/>
    <w:multiLevelType w:val="hybridMultilevel"/>
    <w:tmpl w:val="6CB4BF32"/>
    <w:lvl w:ilvl="0" w:tplc="59104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57938"/>
    <w:multiLevelType w:val="hybridMultilevel"/>
    <w:tmpl w:val="1610C30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667E"/>
    <w:multiLevelType w:val="multilevel"/>
    <w:tmpl w:val="91B07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E3DDB"/>
    <w:multiLevelType w:val="multilevel"/>
    <w:tmpl w:val="47423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585C8A"/>
    <w:multiLevelType w:val="multilevel"/>
    <w:tmpl w:val="C2CEE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84AB7"/>
    <w:multiLevelType w:val="hybridMultilevel"/>
    <w:tmpl w:val="82322B46"/>
    <w:lvl w:ilvl="0" w:tplc="976A2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F410D8"/>
    <w:multiLevelType w:val="hybridMultilevel"/>
    <w:tmpl w:val="D4E036E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E4678CD"/>
    <w:multiLevelType w:val="hybridMultilevel"/>
    <w:tmpl w:val="C8CE2E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936FB"/>
    <w:multiLevelType w:val="hybridMultilevel"/>
    <w:tmpl w:val="CE32EB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42CBA"/>
    <w:multiLevelType w:val="hybridMultilevel"/>
    <w:tmpl w:val="7584A6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506A4"/>
    <w:multiLevelType w:val="hybridMultilevel"/>
    <w:tmpl w:val="03D0A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20965"/>
    <w:multiLevelType w:val="hybridMultilevel"/>
    <w:tmpl w:val="24CCF0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4F1"/>
    <w:multiLevelType w:val="hybridMultilevel"/>
    <w:tmpl w:val="A2E600CC"/>
    <w:lvl w:ilvl="0" w:tplc="042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361B83"/>
    <w:multiLevelType w:val="hybridMultilevel"/>
    <w:tmpl w:val="9E605A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314EE"/>
    <w:multiLevelType w:val="multilevel"/>
    <w:tmpl w:val="93F82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E717C2"/>
    <w:multiLevelType w:val="hybridMultilevel"/>
    <w:tmpl w:val="078E13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A540F"/>
    <w:multiLevelType w:val="hybridMultilevel"/>
    <w:tmpl w:val="0CEAB42A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0606E90"/>
    <w:multiLevelType w:val="hybridMultilevel"/>
    <w:tmpl w:val="C7F8E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3241E"/>
    <w:multiLevelType w:val="multilevel"/>
    <w:tmpl w:val="F8244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04" w:hanging="1800"/>
      </w:pPr>
      <w:rPr>
        <w:rFonts w:hint="default"/>
      </w:rPr>
    </w:lvl>
  </w:abstractNum>
  <w:abstractNum w:abstractNumId="26" w15:restartNumberingAfterBreak="0">
    <w:nsid w:val="428402BD"/>
    <w:multiLevelType w:val="hybridMultilevel"/>
    <w:tmpl w:val="A3821BA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187F46"/>
    <w:multiLevelType w:val="hybridMultilevel"/>
    <w:tmpl w:val="F6B29AF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6FED"/>
    <w:multiLevelType w:val="hybridMultilevel"/>
    <w:tmpl w:val="793C7A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E0303A"/>
    <w:multiLevelType w:val="multilevel"/>
    <w:tmpl w:val="ACE66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417B1"/>
    <w:multiLevelType w:val="hybridMultilevel"/>
    <w:tmpl w:val="42FACD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35232"/>
    <w:multiLevelType w:val="hybridMultilevel"/>
    <w:tmpl w:val="58C03A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16140D"/>
    <w:multiLevelType w:val="hybridMultilevel"/>
    <w:tmpl w:val="32DEBE4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538AA"/>
    <w:multiLevelType w:val="hybridMultilevel"/>
    <w:tmpl w:val="7AD83B46"/>
    <w:lvl w:ilvl="0" w:tplc="CC9E8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992435"/>
    <w:multiLevelType w:val="multilevel"/>
    <w:tmpl w:val="DDAEFC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732E02ED"/>
    <w:multiLevelType w:val="multilevel"/>
    <w:tmpl w:val="B5AE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57E73"/>
    <w:multiLevelType w:val="hybridMultilevel"/>
    <w:tmpl w:val="EA5AFE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D1088"/>
    <w:multiLevelType w:val="hybridMultilevel"/>
    <w:tmpl w:val="E46461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301566"/>
    <w:multiLevelType w:val="hybridMultilevel"/>
    <w:tmpl w:val="A9CA443A"/>
    <w:lvl w:ilvl="0" w:tplc="33F6AF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3271A5"/>
    <w:multiLevelType w:val="hybridMultilevel"/>
    <w:tmpl w:val="F45038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4EF3"/>
    <w:multiLevelType w:val="hybridMultilevel"/>
    <w:tmpl w:val="0E88D6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C0AF1"/>
    <w:multiLevelType w:val="hybridMultilevel"/>
    <w:tmpl w:val="D74C2E6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EC41B1"/>
    <w:multiLevelType w:val="hybridMultilevel"/>
    <w:tmpl w:val="D2F467C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14804"/>
    <w:multiLevelType w:val="hybridMultilevel"/>
    <w:tmpl w:val="83D2B5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E2414"/>
    <w:multiLevelType w:val="hybridMultilevel"/>
    <w:tmpl w:val="A0D0CC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5810647">
    <w:abstractNumId w:val="4"/>
  </w:num>
  <w:num w:numId="2" w16cid:durableId="347800868">
    <w:abstractNumId w:val="41"/>
  </w:num>
  <w:num w:numId="3" w16cid:durableId="576671645">
    <w:abstractNumId w:val="19"/>
  </w:num>
  <w:num w:numId="4" w16cid:durableId="1518227731">
    <w:abstractNumId w:val="42"/>
  </w:num>
  <w:num w:numId="5" w16cid:durableId="1798599117">
    <w:abstractNumId w:val="8"/>
  </w:num>
  <w:num w:numId="6" w16cid:durableId="591863563">
    <w:abstractNumId w:val="32"/>
  </w:num>
  <w:num w:numId="7" w16cid:durableId="360134010">
    <w:abstractNumId w:val="3"/>
  </w:num>
  <w:num w:numId="8" w16cid:durableId="1570963976">
    <w:abstractNumId w:val="26"/>
  </w:num>
  <w:num w:numId="9" w16cid:durableId="79564998">
    <w:abstractNumId w:val="44"/>
  </w:num>
  <w:num w:numId="10" w16cid:durableId="1313174843">
    <w:abstractNumId w:val="28"/>
  </w:num>
  <w:num w:numId="11" w16cid:durableId="1111784932">
    <w:abstractNumId w:val="6"/>
  </w:num>
  <w:num w:numId="12" w16cid:durableId="1013457613">
    <w:abstractNumId w:val="13"/>
  </w:num>
  <w:num w:numId="13" w16cid:durableId="2061705345">
    <w:abstractNumId w:val="27"/>
  </w:num>
  <w:num w:numId="14" w16cid:durableId="1118067487">
    <w:abstractNumId w:val="37"/>
  </w:num>
  <w:num w:numId="15" w16cid:durableId="481628339">
    <w:abstractNumId w:val="18"/>
  </w:num>
  <w:num w:numId="16" w16cid:durableId="1064598648">
    <w:abstractNumId w:val="17"/>
  </w:num>
  <w:num w:numId="17" w16cid:durableId="1340540920">
    <w:abstractNumId w:val="24"/>
  </w:num>
  <w:num w:numId="18" w16cid:durableId="1204445456">
    <w:abstractNumId w:val="31"/>
  </w:num>
  <w:num w:numId="19" w16cid:durableId="863175805">
    <w:abstractNumId w:val="20"/>
  </w:num>
  <w:num w:numId="20" w16cid:durableId="1931963710">
    <w:abstractNumId w:val="0"/>
  </w:num>
  <w:num w:numId="21" w16cid:durableId="194778896">
    <w:abstractNumId w:val="43"/>
  </w:num>
  <w:num w:numId="22" w16cid:durableId="1072772381">
    <w:abstractNumId w:val="10"/>
  </w:num>
  <w:num w:numId="23" w16cid:durableId="1161848407">
    <w:abstractNumId w:val="15"/>
  </w:num>
  <w:num w:numId="24" w16cid:durableId="485587570">
    <w:abstractNumId w:val="39"/>
  </w:num>
  <w:num w:numId="25" w16cid:durableId="1570505072">
    <w:abstractNumId w:val="12"/>
  </w:num>
  <w:num w:numId="26" w16cid:durableId="19449921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65035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2178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9253282">
    <w:abstractNumId w:val="16"/>
  </w:num>
  <w:num w:numId="30" w16cid:durableId="211157243">
    <w:abstractNumId w:val="36"/>
  </w:num>
  <w:num w:numId="31" w16cid:durableId="604576163">
    <w:abstractNumId w:val="2"/>
  </w:num>
  <w:num w:numId="32" w16cid:durableId="978459077">
    <w:abstractNumId w:val="23"/>
  </w:num>
  <w:num w:numId="33" w16cid:durableId="633830178">
    <w:abstractNumId w:val="5"/>
  </w:num>
  <w:num w:numId="34" w16cid:durableId="654380669">
    <w:abstractNumId w:val="7"/>
  </w:num>
  <w:num w:numId="35" w16cid:durableId="1381858455">
    <w:abstractNumId w:val="25"/>
  </w:num>
  <w:num w:numId="36" w16cid:durableId="12216741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5221853">
    <w:abstractNumId w:val="22"/>
  </w:num>
  <w:num w:numId="38" w16cid:durableId="2024281713">
    <w:abstractNumId w:val="21"/>
  </w:num>
  <w:num w:numId="39" w16cid:durableId="280301550">
    <w:abstractNumId w:val="40"/>
  </w:num>
  <w:num w:numId="40" w16cid:durableId="655376428">
    <w:abstractNumId w:val="33"/>
  </w:num>
  <w:num w:numId="41" w16cid:durableId="261960384">
    <w:abstractNumId w:val="14"/>
  </w:num>
  <w:num w:numId="42" w16cid:durableId="166573860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24170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18639333">
    <w:abstractNumId w:val="38"/>
  </w:num>
  <w:num w:numId="45" w16cid:durableId="438330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B3"/>
    <w:rsid w:val="000001C4"/>
    <w:rsid w:val="0000140A"/>
    <w:rsid w:val="000032FD"/>
    <w:rsid w:val="00006D21"/>
    <w:rsid w:val="00007EF8"/>
    <w:rsid w:val="00011A8D"/>
    <w:rsid w:val="00014175"/>
    <w:rsid w:val="000209C1"/>
    <w:rsid w:val="000232BB"/>
    <w:rsid w:val="00024817"/>
    <w:rsid w:val="00025D91"/>
    <w:rsid w:val="000265FF"/>
    <w:rsid w:val="00031C24"/>
    <w:rsid w:val="00032019"/>
    <w:rsid w:val="00033950"/>
    <w:rsid w:val="000343DB"/>
    <w:rsid w:val="00034D1E"/>
    <w:rsid w:val="000355CD"/>
    <w:rsid w:val="0003598D"/>
    <w:rsid w:val="00035ABE"/>
    <w:rsid w:val="00055C68"/>
    <w:rsid w:val="0005622E"/>
    <w:rsid w:val="00056F00"/>
    <w:rsid w:val="00060655"/>
    <w:rsid w:val="0006197B"/>
    <w:rsid w:val="000646DD"/>
    <w:rsid w:val="0007075F"/>
    <w:rsid w:val="00072791"/>
    <w:rsid w:val="00075DB4"/>
    <w:rsid w:val="00077F10"/>
    <w:rsid w:val="00080B8B"/>
    <w:rsid w:val="00082E63"/>
    <w:rsid w:val="000835E4"/>
    <w:rsid w:val="000908E8"/>
    <w:rsid w:val="00090DC0"/>
    <w:rsid w:val="0009129D"/>
    <w:rsid w:val="00092356"/>
    <w:rsid w:val="000A0815"/>
    <w:rsid w:val="000A50F4"/>
    <w:rsid w:val="000B1D96"/>
    <w:rsid w:val="000B2675"/>
    <w:rsid w:val="000B454B"/>
    <w:rsid w:val="000B59C2"/>
    <w:rsid w:val="000B62A4"/>
    <w:rsid w:val="000C1A54"/>
    <w:rsid w:val="000C3B7F"/>
    <w:rsid w:val="000C65CE"/>
    <w:rsid w:val="000D238A"/>
    <w:rsid w:val="000D7348"/>
    <w:rsid w:val="000D7B80"/>
    <w:rsid w:val="000E14D5"/>
    <w:rsid w:val="000E4FEC"/>
    <w:rsid w:val="000F1958"/>
    <w:rsid w:val="000F232F"/>
    <w:rsid w:val="000F6374"/>
    <w:rsid w:val="001003C5"/>
    <w:rsid w:val="00102FBF"/>
    <w:rsid w:val="00105E54"/>
    <w:rsid w:val="00110822"/>
    <w:rsid w:val="001111B7"/>
    <w:rsid w:val="0011145B"/>
    <w:rsid w:val="00114A9D"/>
    <w:rsid w:val="00115378"/>
    <w:rsid w:val="00116227"/>
    <w:rsid w:val="001162AA"/>
    <w:rsid w:val="00116CE2"/>
    <w:rsid w:val="001247E1"/>
    <w:rsid w:val="001279D8"/>
    <w:rsid w:val="001310EF"/>
    <w:rsid w:val="00142580"/>
    <w:rsid w:val="0014491C"/>
    <w:rsid w:val="00146598"/>
    <w:rsid w:val="0014719D"/>
    <w:rsid w:val="001511E2"/>
    <w:rsid w:val="001551D4"/>
    <w:rsid w:val="00155351"/>
    <w:rsid w:val="00155F8B"/>
    <w:rsid w:val="001605ED"/>
    <w:rsid w:val="00161834"/>
    <w:rsid w:val="00162AF7"/>
    <w:rsid w:val="00164170"/>
    <w:rsid w:val="00177924"/>
    <w:rsid w:val="001816D8"/>
    <w:rsid w:val="001849F3"/>
    <w:rsid w:val="0018602B"/>
    <w:rsid w:val="001864D8"/>
    <w:rsid w:val="0019101E"/>
    <w:rsid w:val="00193B27"/>
    <w:rsid w:val="0019419C"/>
    <w:rsid w:val="001979C4"/>
    <w:rsid w:val="001A00DD"/>
    <w:rsid w:val="001A086E"/>
    <w:rsid w:val="001A437A"/>
    <w:rsid w:val="001A4D12"/>
    <w:rsid w:val="001A5CBE"/>
    <w:rsid w:val="001A6152"/>
    <w:rsid w:val="001A6354"/>
    <w:rsid w:val="001A7464"/>
    <w:rsid w:val="001B3C08"/>
    <w:rsid w:val="001B3E54"/>
    <w:rsid w:val="001B4B12"/>
    <w:rsid w:val="001C169E"/>
    <w:rsid w:val="001C4B0F"/>
    <w:rsid w:val="001C4CF9"/>
    <w:rsid w:val="001D04CA"/>
    <w:rsid w:val="001D2F19"/>
    <w:rsid w:val="001D3072"/>
    <w:rsid w:val="001D448D"/>
    <w:rsid w:val="001D4C55"/>
    <w:rsid w:val="001D733E"/>
    <w:rsid w:val="001D7530"/>
    <w:rsid w:val="001E19F5"/>
    <w:rsid w:val="001E2821"/>
    <w:rsid w:val="001E366C"/>
    <w:rsid w:val="001E573D"/>
    <w:rsid w:val="001E71A9"/>
    <w:rsid w:val="001E7632"/>
    <w:rsid w:val="001F2267"/>
    <w:rsid w:val="001F323A"/>
    <w:rsid w:val="001F4229"/>
    <w:rsid w:val="001F4E6D"/>
    <w:rsid w:val="001F4F87"/>
    <w:rsid w:val="001F6D44"/>
    <w:rsid w:val="001F6EBF"/>
    <w:rsid w:val="001F74B7"/>
    <w:rsid w:val="001F7EB3"/>
    <w:rsid w:val="00200A7E"/>
    <w:rsid w:val="00200BD5"/>
    <w:rsid w:val="0020210A"/>
    <w:rsid w:val="00202134"/>
    <w:rsid w:val="00202343"/>
    <w:rsid w:val="00205F96"/>
    <w:rsid w:val="00206765"/>
    <w:rsid w:val="00210CBB"/>
    <w:rsid w:val="00213180"/>
    <w:rsid w:val="00213C28"/>
    <w:rsid w:val="002152AD"/>
    <w:rsid w:val="00220471"/>
    <w:rsid w:val="00220D38"/>
    <w:rsid w:val="00221848"/>
    <w:rsid w:val="00224775"/>
    <w:rsid w:val="00225B88"/>
    <w:rsid w:val="00227D8D"/>
    <w:rsid w:val="00231E9B"/>
    <w:rsid w:val="002321FC"/>
    <w:rsid w:val="0023322E"/>
    <w:rsid w:val="002336E5"/>
    <w:rsid w:val="00234695"/>
    <w:rsid w:val="00237884"/>
    <w:rsid w:val="0024453B"/>
    <w:rsid w:val="002457FB"/>
    <w:rsid w:val="0024727F"/>
    <w:rsid w:val="00247FC1"/>
    <w:rsid w:val="002502EA"/>
    <w:rsid w:val="0025063A"/>
    <w:rsid w:val="00252A13"/>
    <w:rsid w:val="00254DE3"/>
    <w:rsid w:val="00254E4A"/>
    <w:rsid w:val="00255F55"/>
    <w:rsid w:val="0026044E"/>
    <w:rsid w:val="00264E0A"/>
    <w:rsid w:val="00265F0C"/>
    <w:rsid w:val="002673DF"/>
    <w:rsid w:val="002715F4"/>
    <w:rsid w:val="00271FBB"/>
    <w:rsid w:val="002730B6"/>
    <w:rsid w:val="00273D5E"/>
    <w:rsid w:val="00277FB6"/>
    <w:rsid w:val="002811CD"/>
    <w:rsid w:val="00281268"/>
    <w:rsid w:val="002830E2"/>
    <w:rsid w:val="0028517D"/>
    <w:rsid w:val="00285E8F"/>
    <w:rsid w:val="002866AE"/>
    <w:rsid w:val="002903C7"/>
    <w:rsid w:val="002926F8"/>
    <w:rsid w:val="00292FE9"/>
    <w:rsid w:val="00295340"/>
    <w:rsid w:val="002A180F"/>
    <w:rsid w:val="002A481A"/>
    <w:rsid w:val="002A70E8"/>
    <w:rsid w:val="002B637D"/>
    <w:rsid w:val="002B7124"/>
    <w:rsid w:val="002B7492"/>
    <w:rsid w:val="002C3BB0"/>
    <w:rsid w:val="002C4E23"/>
    <w:rsid w:val="002C50AB"/>
    <w:rsid w:val="002C532A"/>
    <w:rsid w:val="002C578D"/>
    <w:rsid w:val="002D58D5"/>
    <w:rsid w:val="002D6614"/>
    <w:rsid w:val="002E248C"/>
    <w:rsid w:val="002E3280"/>
    <w:rsid w:val="002E37AD"/>
    <w:rsid w:val="002E5B4B"/>
    <w:rsid w:val="002E6344"/>
    <w:rsid w:val="002E640A"/>
    <w:rsid w:val="002E7625"/>
    <w:rsid w:val="002F041E"/>
    <w:rsid w:val="002F0C65"/>
    <w:rsid w:val="002F12B9"/>
    <w:rsid w:val="002F5D21"/>
    <w:rsid w:val="002F60D5"/>
    <w:rsid w:val="002F61E8"/>
    <w:rsid w:val="00300E88"/>
    <w:rsid w:val="00301FA2"/>
    <w:rsid w:val="003044F4"/>
    <w:rsid w:val="00305785"/>
    <w:rsid w:val="00306C6B"/>
    <w:rsid w:val="00307189"/>
    <w:rsid w:val="00314D7F"/>
    <w:rsid w:val="00314F93"/>
    <w:rsid w:val="00314FD2"/>
    <w:rsid w:val="0031719F"/>
    <w:rsid w:val="003179A0"/>
    <w:rsid w:val="00321324"/>
    <w:rsid w:val="0032368B"/>
    <w:rsid w:val="0032602B"/>
    <w:rsid w:val="0032649F"/>
    <w:rsid w:val="003278B7"/>
    <w:rsid w:val="00327911"/>
    <w:rsid w:val="0033003E"/>
    <w:rsid w:val="00331096"/>
    <w:rsid w:val="00332029"/>
    <w:rsid w:val="00333B29"/>
    <w:rsid w:val="0033465A"/>
    <w:rsid w:val="00335611"/>
    <w:rsid w:val="00335A2D"/>
    <w:rsid w:val="00341042"/>
    <w:rsid w:val="00343D4A"/>
    <w:rsid w:val="00345FA1"/>
    <w:rsid w:val="003524C5"/>
    <w:rsid w:val="0035351F"/>
    <w:rsid w:val="00356E3A"/>
    <w:rsid w:val="0036044E"/>
    <w:rsid w:val="00360D2A"/>
    <w:rsid w:val="00361D06"/>
    <w:rsid w:val="00362E0F"/>
    <w:rsid w:val="00363D6E"/>
    <w:rsid w:val="00364BC1"/>
    <w:rsid w:val="003719C9"/>
    <w:rsid w:val="00372168"/>
    <w:rsid w:val="00373F6D"/>
    <w:rsid w:val="00375641"/>
    <w:rsid w:val="003763D9"/>
    <w:rsid w:val="00380174"/>
    <w:rsid w:val="00385D93"/>
    <w:rsid w:val="003870AD"/>
    <w:rsid w:val="00392005"/>
    <w:rsid w:val="003928E6"/>
    <w:rsid w:val="00392FA9"/>
    <w:rsid w:val="003A47AD"/>
    <w:rsid w:val="003B3DCC"/>
    <w:rsid w:val="003B54B1"/>
    <w:rsid w:val="003B7660"/>
    <w:rsid w:val="003C5B81"/>
    <w:rsid w:val="003D17C0"/>
    <w:rsid w:val="003D315B"/>
    <w:rsid w:val="003D3B8E"/>
    <w:rsid w:val="003D4A21"/>
    <w:rsid w:val="003D726E"/>
    <w:rsid w:val="003D753D"/>
    <w:rsid w:val="003D7B94"/>
    <w:rsid w:val="003E3CDF"/>
    <w:rsid w:val="003E4CB8"/>
    <w:rsid w:val="003F1A68"/>
    <w:rsid w:val="004012BA"/>
    <w:rsid w:val="004051C9"/>
    <w:rsid w:val="004168DB"/>
    <w:rsid w:val="00422653"/>
    <w:rsid w:val="00424920"/>
    <w:rsid w:val="00425703"/>
    <w:rsid w:val="00427A3E"/>
    <w:rsid w:val="004339D8"/>
    <w:rsid w:val="00433F5C"/>
    <w:rsid w:val="00437AC2"/>
    <w:rsid w:val="00440E77"/>
    <w:rsid w:val="004430AD"/>
    <w:rsid w:val="004431AD"/>
    <w:rsid w:val="00447934"/>
    <w:rsid w:val="00450CFC"/>
    <w:rsid w:val="004524CF"/>
    <w:rsid w:val="00453885"/>
    <w:rsid w:val="004644A9"/>
    <w:rsid w:val="00470884"/>
    <w:rsid w:val="004725CB"/>
    <w:rsid w:val="0047450D"/>
    <w:rsid w:val="004749B8"/>
    <w:rsid w:val="004777C7"/>
    <w:rsid w:val="00487F55"/>
    <w:rsid w:val="0049140C"/>
    <w:rsid w:val="00492F0C"/>
    <w:rsid w:val="00493A57"/>
    <w:rsid w:val="00497ECE"/>
    <w:rsid w:val="004A04CE"/>
    <w:rsid w:val="004A159D"/>
    <w:rsid w:val="004A16FB"/>
    <w:rsid w:val="004A26F8"/>
    <w:rsid w:val="004B47D5"/>
    <w:rsid w:val="004B6113"/>
    <w:rsid w:val="004B66AE"/>
    <w:rsid w:val="004B769E"/>
    <w:rsid w:val="004C34D8"/>
    <w:rsid w:val="004C438C"/>
    <w:rsid w:val="004C6CE2"/>
    <w:rsid w:val="004D33F2"/>
    <w:rsid w:val="004D4C09"/>
    <w:rsid w:val="004D52DB"/>
    <w:rsid w:val="004D680D"/>
    <w:rsid w:val="004D74CA"/>
    <w:rsid w:val="004E09ED"/>
    <w:rsid w:val="004E1B14"/>
    <w:rsid w:val="004E1D0D"/>
    <w:rsid w:val="004E2873"/>
    <w:rsid w:val="004E5071"/>
    <w:rsid w:val="004F3CDF"/>
    <w:rsid w:val="004F569F"/>
    <w:rsid w:val="004F6237"/>
    <w:rsid w:val="004F753D"/>
    <w:rsid w:val="00501A87"/>
    <w:rsid w:val="00505B24"/>
    <w:rsid w:val="00513AF5"/>
    <w:rsid w:val="00513E68"/>
    <w:rsid w:val="0051461F"/>
    <w:rsid w:val="0051599D"/>
    <w:rsid w:val="0051615D"/>
    <w:rsid w:val="00517A04"/>
    <w:rsid w:val="00520A7A"/>
    <w:rsid w:val="005279A6"/>
    <w:rsid w:val="005349F9"/>
    <w:rsid w:val="005355E8"/>
    <w:rsid w:val="005364AD"/>
    <w:rsid w:val="00536EEE"/>
    <w:rsid w:val="00540EE6"/>
    <w:rsid w:val="0054373C"/>
    <w:rsid w:val="00544EFB"/>
    <w:rsid w:val="005467AA"/>
    <w:rsid w:val="005468F4"/>
    <w:rsid w:val="00546B17"/>
    <w:rsid w:val="00550AB0"/>
    <w:rsid w:val="005541D1"/>
    <w:rsid w:val="00562C93"/>
    <w:rsid w:val="00563D33"/>
    <w:rsid w:val="0056501D"/>
    <w:rsid w:val="00566AF3"/>
    <w:rsid w:val="00570F60"/>
    <w:rsid w:val="005735DB"/>
    <w:rsid w:val="005761FE"/>
    <w:rsid w:val="00576734"/>
    <w:rsid w:val="0058078B"/>
    <w:rsid w:val="00580EF9"/>
    <w:rsid w:val="005823B4"/>
    <w:rsid w:val="00584117"/>
    <w:rsid w:val="00585683"/>
    <w:rsid w:val="005869BD"/>
    <w:rsid w:val="005A2A18"/>
    <w:rsid w:val="005A2E28"/>
    <w:rsid w:val="005A39A7"/>
    <w:rsid w:val="005A5081"/>
    <w:rsid w:val="005A64C0"/>
    <w:rsid w:val="005A6797"/>
    <w:rsid w:val="005B09D3"/>
    <w:rsid w:val="005B0CD5"/>
    <w:rsid w:val="005B236F"/>
    <w:rsid w:val="005B4D2C"/>
    <w:rsid w:val="005C2A97"/>
    <w:rsid w:val="005C5A75"/>
    <w:rsid w:val="005C7FA0"/>
    <w:rsid w:val="005D1750"/>
    <w:rsid w:val="005D1E1D"/>
    <w:rsid w:val="005D3BCB"/>
    <w:rsid w:val="005D4F09"/>
    <w:rsid w:val="005D52A1"/>
    <w:rsid w:val="005E17FA"/>
    <w:rsid w:val="005E2549"/>
    <w:rsid w:val="005E26E0"/>
    <w:rsid w:val="005E29A7"/>
    <w:rsid w:val="005E314F"/>
    <w:rsid w:val="005E3313"/>
    <w:rsid w:val="005E3C3E"/>
    <w:rsid w:val="005E4936"/>
    <w:rsid w:val="005F58A1"/>
    <w:rsid w:val="005F5D75"/>
    <w:rsid w:val="005F7123"/>
    <w:rsid w:val="00604367"/>
    <w:rsid w:val="0060458B"/>
    <w:rsid w:val="00605340"/>
    <w:rsid w:val="00606317"/>
    <w:rsid w:val="0060663B"/>
    <w:rsid w:val="00607AB9"/>
    <w:rsid w:val="00607B04"/>
    <w:rsid w:val="00611C2C"/>
    <w:rsid w:val="00613BF1"/>
    <w:rsid w:val="00613F4A"/>
    <w:rsid w:val="00623E51"/>
    <w:rsid w:val="00633B70"/>
    <w:rsid w:val="00634FDA"/>
    <w:rsid w:val="006375B2"/>
    <w:rsid w:val="00637E35"/>
    <w:rsid w:val="0064016C"/>
    <w:rsid w:val="00640455"/>
    <w:rsid w:val="00643964"/>
    <w:rsid w:val="00643E73"/>
    <w:rsid w:val="00644A5A"/>
    <w:rsid w:val="0064501F"/>
    <w:rsid w:val="00645FAA"/>
    <w:rsid w:val="00647E20"/>
    <w:rsid w:val="00650EBA"/>
    <w:rsid w:val="00650EC1"/>
    <w:rsid w:val="00654B39"/>
    <w:rsid w:val="00655D39"/>
    <w:rsid w:val="0065626C"/>
    <w:rsid w:val="00657C08"/>
    <w:rsid w:val="00657E78"/>
    <w:rsid w:val="006607DC"/>
    <w:rsid w:val="006612F4"/>
    <w:rsid w:val="0066285B"/>
    <w:rsid w:val="006659F7"/>
    <w:rsid w:val="00672C7B"/>
    <w:rsid w:val="00677D63"/>
    <w:rsid w:val="00680F55"/>
    <w:rsid w:val="00681C74"/>
    <w:rsid w:val="00682EF1"/>
    <w:rsid w:val="006871FC"/>
    <w:rsid w:val="00694B0E"/>
    <w:rsid w:val="00695060"/>
    <w:rsid w:val="00695E86"/>
    <w:rsid w:val="006A46AC"/>
    <w:rsid w:val="006A4E93"/>
    <w:rsid w:val="006A5957"/>
    <w:rsid w:val="006A5C46"/>
    <w:rsid w:val="006B1222"/>
    <w:rsid w:val="006B2917"/>
    <w:rsid w:val="006B6039"/>
    <w:rsid w:val="006B72C3"/>
    <w:rsid w:val="006C04AF"/>
    <w:rsid w:val="006C3A49"/>
    <w:rsid w:val="006C3D3F"/>
    <w:rsid w:val="006C4277"/>
    <w:rsid w:val="006C5EAE"/>
    <w:rsid w:val="006C6F16"/>
    <w:rsid w:val="006C7F88"/>
    <w:rsid w:val="006D152F"/>
    <w:rsid w:val="006D33A0"/>
    <w:rsid w:val="006D57A7"/>
    <w:rsid w:val="006E004C"/>
    <w:rsid w:val="006E1912"/>
    <w:rsid w:val="006E1CDA"/>
    <w:rsid w:val="006E51D3"/>
    <w:rsid w:val="006E6447"/>
    <w:rsid w:val="006F111A"/>
    <w:rsid w:val="006F4C07"/>
    <w:rsid w:val="006F5841"/>
    <w:rsid w:val="006F68E1"/>
    <w:rsid w:val="006F7000"/>
    <w:rsid w:val="0070580E"/>
    <w:rsid w:val="007061D9"/>
    <w:rsid w:val="00713E5C"/>
    <w:rsid w:val="00714F19"/>
    <w:rsid w:val="0071766C"/>
    <w:rsid w:val="00717982"/>
    <w:rsid w:val="00720EDD"/>
    <w:rsid w:val="007216F9"/>
    <w:rsid w:val="00723698"/>
    <w:rsid w:val="007254DD"/>
    <w:rsid w:val="007265B6"/>
    <w:rsid w:val="00726CAF"/>
    <w:rsid w:val="00726F94"/>
    <w:rsid w:val="00730B37"/>
    <w:rsid w:val="0073122F"/>
    <w:rsid w:val="00731258"/>
    <w:rsid w:val="0073148B"/>
    <w:rsid w:val="0073188C"/>
    <w:rsid w:val="0073600B"/>
    <w:rsid w:val="0074058C"/>
    <w:rsid w:val="00740BD4"/>
    <w:rsid w:val="007443E0"/>
    <w:rsid w:val="007468B0"/>
    <w:rsid w:val="00747829"/>
    <w:rsid w:val="00762310"/>
    <w:rsid w:val="00765539"/>
    <w:rsid w:val="00765990"/>
    <w:rsid w:val="007712B3"/>
    <w:rsid w:val="00777107"/>
    <w:rsid w:val="00780B04"/>
    <w:rsid w:val="00780C48"/>
    <w:rsid w:val="00781433"/>
    <w:rsid w:val="0078166D"/>
    <w:rsid w:val="0078467C"/>
    <w:rsid w:val="007924C1"/>
    <w:rsid w:val="007A0050"/>
    <w:rsid w:val="007A158C"/>
    <w:rsid w:val="007A1972"/>
    <w:rsid w:val="007A26B9"/>
    <w:rsid w:val="007A350E"/>
    <w:rsid w:val="007A5A4D"/>
    <w:rsid w:val="007A5EA1"/>
    <w:rsid w:val="007B0E26"/>
    <w:rsid w:val="007B2F5A"/>
    <w:rsid w:val="007B31A3"/>
    <w:rsid w:val="007C2E56"/>
    <w:rsid w:val="007C48FF"/>
    <w:rsid w:val="007C610E"/>
    <w:rsid w:val="007C7B8A"/>
    <w:rsid w:val="007D68BD"/>
    <w:rsid w:val="007D756C"/>
    <w:rsid w:val="007E1035"/>
    <w:rsid w:val="007E275B"/>
    <w:rsid w:val="007E329B"/>
    <w:rsid w:val="007E73A8"/>
    <w:rsid w:val="007F0637"/>
    <w:rsid w:val="007F0BA7"/>
    <w:rsid w:val="007F2B62"/>
    <w:rsid w:val="007F30BC"/>
    <w:rsid w:val="007F3202"/>
    <w:rsid w:val="007F7135"/>
    <w:rsid w:val="00804A0C"/>
    <w:rsid w:val="00804F7E"/>
    <w:rsid w:val="0081643A"/>
    <w:rsid w:val="008220F2"/>
    <w:rsid w:val="00824DC7"/>
    <w:rsid w:val="00825A8C"/>
    <w:rsid w:val="008263B5"/>
    <w:rsid w:val="0082699A"/>
    <w:rsid w:val="00827725"/>
    <w:rsid w:val="008333C5"/>
    <w:rsid w:val="00834594"/>
    <w:rsid w:val="00835698"/>
    <w:rsid w:val="00842595"/>
    <w:rsid w:val="008425E5"/>
    <w:rsid w:val="00844509"/>
    <w:rsid w:val="00847531"/>
    <w:rsid w:val="00847893"/>
    <w:rsid w:val="0085019A"/>
    <w:rsid w:val="00851A52"/>
    <w:rsid w:val="00853F66"/>
    <w:rsid w:val="00855BF0"/>
    <w:rsid w:val="008563BA"/>
    <w:rsid w:val="00856A78"/>
    <w:rsid w:val="00857E4A"/>
    <w:rsid w:val="00857ECF"/>
    <w:rsid w:val="00860912"/>
    <w:rsid w:val="00864F02"/>
    <w:rsid w:val="008655E2"/>
    <w:rsid w:val="00871042"/>
    <w:rsid w:val="00872122"/>
    <w:rsid w:val="008806E2"/>
    <w:rsid w:val="00881659"/>
    <w:rsid w:val="00883D12"/>
    <w:rsid w:val="008841E4"/>
    <w:rsid w:val="00893B0F"/>
    <w:rsid w:val="00894549"/>
    <w:rsid w:val="00894959"/>
    <w:rsid w:val="0089745B"/>
    <w:rsid w:val="008A1C93"/>
    <w:rsid w:val="008A749D"/>
    <w:rsid w:val="008A77D6"/>
    <w:rsid w:val="008B3744"/>
    <w:rsid w:val="008B4140"/>
    <w:rsid w:val="008B64C9"/>
    <w:rsid w:val="008C018D"/>
    <w:rsid w:val="008C1D1C"/>
    <w:rsid w:val="008C6713"/>
    <w:rsid w:val="008D1527"/>
    <w:rsid w:val="008D394A"/>
    <w:rsid w:val="008D52E7"/>
    <w:rsid w:val="008D5E1E"/>
    <w:rsid w:val="008D6AF3"/>
    <w:rsid w:val="008D6B50"/>
    <w:rsid w:val="008D7C52"/>
    <w:rsid w:val="008E1088"/>
    <w:rsid w:val="008E5382"/>
    <w:rsid w:val="008E77A2"/>
    <w:rsid w:val="008F16BB"/>
    <w:rsid w:val="008F3B42"/>
    <w:rsid w:val="008F572D"/>
    <w:rsid w:val="008F6493"/>
    <w:rsid w:val="00901018"/>
    <w:rsid w:val="009013FD"/>
    <w:rsid w:val="00904359"/>
    <w:rsid w:val="00906A89"/>
    <w:rsid w:val="00907415"/>
    <w:rsid w:val="009075C0"/>
    <w:rsid w:val="00912506"/>
    <w:rsid w:val="00912CF0"/>
    <w:rsid w:val="009135D4"/>
    <w:rsid w:val="00913C19"/>
    <w:rsid w:val="00914085"/>
    <w:rsid w:val="0091508A"/>
    <w:rsid w:val="00915D2C"/>
    <w:rsid w:val="00923DD6"/>
    <w:rsid w:val="009250C3"/>
    <w:rsid w:val="00925461"/>
    <w:rsid w:val="00927320"/>
    <w:rsid w:val="009316D7"/>
    <w:rsid w:val="00937847"/>
    <w:rsid w:val="00940FE1"/>
    <w:rsid w:val="00941550"/>
    <w:rsid w:val="009429A2"/>
    <w:rsid w:val="00943B47"/>
    <w:rsid w:val="009548BC"/>
    <w:rsid w:val="0095516E"/>
    <w:rsid w:val="00955370"/>
    <w:rsid w:val="00956913"/>
    <w:rsid w:val="00965BBD"/>
    <w:rsid w:val="00967A7A"/>
    <w:rsid w:val="00970A29"/>
    <w:rsid w:val="00970C1B"/>
    <w:rsid w:val="009771E5"/>
    <w:rsid w:val="00981AF7"/>
    <w:rsid w:val="0098211D"/>
    <w:rsid w:val="009858CB"/>
    <w:rsid w:val="009859EE"/>
    <w:rsid w:val="009904A6"/>
    <w:rsid w:val="009A0051"/>
    <w:rsid w:val="009A04BE"/>
    <w:rsid w:val="009A2C35"/>
    <w:rsid w:val="009B025E"/>
    <w:rsid w:val="009B5282"/>
    <w:rsid w:val="009B550A"/>
    <w:rsid w:val="009B5E8D"/>
    <w:rsid w:val="009B6D3E"/>
    <w:rsid w:val="009B7776"/>
    <w:rsid w:val="009C0A53"/>
    <w:rsid w:val="009C5285"/>
    <w:rsid w:val="009C78C1"/>
    <w:rsid w:val="009D18D8"/>
    <w:rsid w:val="009D3576"/>
    <w:rsid w:val="009D6528"/>
    <w:rsid w:val="009E37DB"/>
    <w:rsid w:val="009E461C"/>
    <w:rsid w:val="009E65E3"/>
    <w:rsid w:val="009E6A91"/>
    <w:rsid w:val="009F08BB"/>
    <w:rsid w:val="009F2F6F"/>
    <w:rsid w:val="009F35B0"/>
    <w:rsid w:val="009F3B6E"/>
    <w:rsid w:val="009F4D91"/>
    <w:rsid w:val="009F589E"/>
    <w:rsid w:val="009F6ED7"/>
    <w:rsid w:val="00A01FE7"/>
    <w:rsid w:val="00A0238C"/>
    <w:rsid w:val="00A04E8C"/>
    <w:rsid w:val="00A12C14"/>
    <w:rsid w:val="00A131F3"/>
    <w:rsid w:val="00A14924"/>
    <w:rsid w:val="00A272E5"/>
    <w:rsid w:val="00A30FB9"/>
    <w:rsid w:val="00A33036"/>
    <w:rsid w:val="00A342BC"/>
    <w:rsid w:val="00A37B19"/>
    <w:rsid w:val="00A435DB"/>
    <w:rsid w:val="00A45A94"/>
    <w:rsid w:val="00A52A99"/>
    <w:rsid w:val="00A56538"/>
    <w:rsid w:val="00A623BA"/>
    <w:rsid w:val="00A63878"/>
    <w:rsid w:val="00A639B1"/>
    <w:rsid w:val="00A63C17"/>
    <w:rsid w:val="00A715A7"/>
    <w:rsid w:val="00A73FEC"/>
    <w:rsid w:val="00A76957"/>
    <w:rsid w:val="00A80345"/>
    <w:rsid w:val="00A81376"/>
    <w:rsid w:val="00A81B00"/>
    <w:rsid w:val="00A848E1"/>
    <w:rsid w:val="00A87648"/>
    <w:rsid w:val="00A87C69"/>
    <w:rsid w:val="00A93863"/>
    <w:rsid w:val="00A94EE1"/>
    <w:rsid w:val="00AA22D8"/>
    <w:rsid w:val="00AA2ECD"/>
    <w:rsid w:val="00AA321D"/>
    <w:rsid w:val="00AA4131"/>
    <w:rsid w:val="00AA43B0"/>
    <w:rsid w:val="00AC38FC"/>
    <w:rsid w:val="00AC42A7"/>
    <w:rsid w:val="00AC70BB"/>
    <w:rsid w:val="00AC758C"/>
    <w:rsid w:val="00AD20A1"/>
    <w:rsid w:val="00AD5C67"/>
    <w:rsid w:val="00AD7509"/>
    <w:rsid w:val="00AE31AB"/>
    <w:rsid w:val="00AE3AD3"/>
    <w:rsid w:val="00AE3E06"/>
    <w:rsid w:val="00AE4D88"/>
    <w:rsid w:val="00AE5C9F"/>
    <w:rsid w:val="00AE6EBC"/>
    <w:rsid w:val="00AF0FC7"/>
    <w:rsid w:val="00AF1422"/>
    <w:rsid w:val="00AF6EC8"/>
    <w:rsid w:val="00AF7317"/>
    <w:rsid w:val="00AF7AE5"/>
    <w:rsid w:val="00B025CD"/>
    <w:rsid w:val="00B1289B"/>
    <w:rsid w:val="00B13F6F"/>
    <w:rsid w:val="00B14C07"/>
    <w:rsid w:val="00B157DC"/>
    <w:rsid w:val="00B272B1"/>
    <w:rsid w:val="00B303DB"/>
    <w:rsid w:val="00B31842"/>
    <w:rsid w:val="00B35202"/>
    <w:rsid w:val="00B405FC"/>
    <w:rsid w:val="00B41568"/>
    <w:rsid w:val="00B41928"/>
    <w:rsid w:val="00B4512D"/>
    <w:rsid w:val="00B5020D"/>
    <w:rsid w:val="00B50EB4"/>
    <w:rsid w:val="00B52251"/>
    <w:rsid w:val="00B54AE6"/>
    <w:rsid w:val="00B555E4"/>
    <w:rsid w:val="00B60D63"/>
    <w:rsid w:val="00B60E05"/>
    <w:rsid w:val="00B633F3"/>
    <w:rsid w:val="00B63BB9"/>
    <w:rsid w:val="00B66454"/>
    <w:rsid w:val="00B66F6C"/>
    <w:rsid w:val="00B70EA9"/>
    <w:rsid w:val="00B71360"/>
    <w:rsid w:val="00B72003"/>
    <w:rsid w:val="00B73CE2"/>
    <w:rsid w:val="00B7565C"/>
    <w:rsid w:val="00B77631"/>
    <w:rsid w:val="00B80849"/>
    <w:rsid w:val="00B8401C"/>
    <w:rsid w:val="00B934BF"/>
    <w:rsid w:val="00B961DD"/>
    <w:rsid w:val="00B97346"/>
    <w:rsid w:val="00BA0D8F"/>
    <w:rsid w:val="00BA5579"/>
    <w:rsid w:val="00BB08DD"/>
    <w:rsid w:val="00BB1681"/>
    <w:rsid w:val="00BB2464"/>
    <w:rsid w:val="00BB24EA"/>
    <w:rsid w:val="00BB3F53"/>
    <w:rsid w:val="00BB574B"/>
    <w:rsid w:val="00BC4A60"/>
    <w:rsid w:val="00BC4C59"/>
    <w:rsid w:val="00BC68E4"/>
    <w:rsid w:val="00BD2015"/>
    <w:rsid w:val="00BD396E"/>
    <w:rsid w:val="00BD5992"/>
    <w:rsid w:val="00BD6139"/>
    <w:rsid w:val="00BE5AC3"/>
    <w:rsid w:val="00BF02BD"/>
    <w:rsid w:val="00BF2CCD"/>
    <w:rsid w:val="00BF6B77"/>
    <w:rsid w:val="00BF6CF1"/>
    <w:rsid w:val="00BF6E93"/>
    <w:rsid w:val="00C003AF"/>
    <w:rsid w:val="00C033DC"/>
    <w:rsid w:val="00C04D7D"/>
    <w:rsid w:val="00C04F0A"/>
    <w:rsid w:val="00C17DE9"/>
    <w:rsid w:val="00C22021"/>
    <w:rsid w:val="00C2543F"/>
    <w:rsid w:val="00C330AD"/>
    <w:rsid w:val="00C340C7"/>
    <w:rsid w:val="00C34C4D"/>
    <w:rsid w:val="00C36B34"/>
    <w:rsid w:val="00C3771A"/>
    <w:rsid w:val="00C377E2"/>
    <w:rsid w:val="00C415A9"/>
    <w:rsid w:val="00C41A00"/>
    <w:rsid w:val="00C46A24"/>
    <w:rsid w:val="00C50327"/>
    <w:rsid w:val="00C5470D"/>
    <w:rsid w:val="00C56982"/>
    <w:rsid w:val="00C63A51"/>
    <w:rsid w:val="00C63CED"/>
    <w:rsid w:val="00C6499E"/>
    <w:rsid w:val="00C6527C"/>
    <w:rsid w:val="00C71FC3"/>
    <w:rsid w:val="00C76494"/>
    <w:rsid w:val="00C80FF8"/>
    <w:rsid w:val="00C82A15"/>
    <w:rsid w:val="00C843E5"/>
    <w:rsid w:val="00C865B8"/>
    <w:rsid w:val="00C8691D"/>
    <w:rsid w:val="00C9007A"/>
    <w:rsid w:val="00C92FD0"/>
    <w:rsid w:val="00C93AD1"/>
    <w:rsid w:val="00C94A2D"/>
    <w:rsid w:val="00C959B6"/>
    <w:rsid w:val="00C96F5B"/>
    <w:rsid w:val="00CA3185"/>
    <w:rsid w:val="00CA4B4E"/>
    <w:rsid w:val="00CA54BD"/>
    <w:rsid w:val="00CA5925"/>
    <w:rsid w:val="00CB1B49"/>
    <w:rsid w:val="00CB1E8E"/>
    <w:rsid w:val="00CB44C0"/>
    <w:rsid w:val="00CB682A"/>
    <w:rsid w:val="00CC0733"/>
    <w:rsid w:val="00CC2E79"/>
    <w:rsid w:val="00CD017D"/>
    <w:rsid w:val="00CD3F8B"/>
    <w:rsid w:val="00CD5EAD"/>
    <w:rsid w:val="00CE3638"/>
    <w:rsid w:val="00CE45B8"/>
    <w:rsid w:val="00CE4945"/>
    <w:rsid w:val="00CE594F"/>
    <w:rsid w:val="00CE6CD6"/>
    <w:rsid w:val="00CF1A05"/>
    <w:rsid w:val="00CF4DE9"/>
    <w:rsid w:val="00CF53E2"/>
    <w:rsid w:val="00CF56C4"/>
    <w:rsid w:val="00CF79FA"/>
    <w:rsid w:val="00D0465B"/>
    <w:rsid w:val="00D07998"/>
    <w:rsid w:val="00D11916"/>
    <w:rsid w:val="00D12274"/>
    <w:rsid w:val="00D16E30"/>
    <w:rsid w:val="00D17F3B"/>
    <w:rsid w:val="00D20381"/>
    <w:rsid w:val="00D261BC"/>
    <w:rsid w:val="00D30EA9"/>
    <w:rsid w:val="00D31D8B"/>
    <w:rsid w:val="00D3243C"/>
    <w:rsid w:val="00D40B06"/>
    <w:rsid w:val="00D410D7"/>
    <w:rsid w:val="00D4211D"/>
    <w:rsid w:val="00D42F6B"/>
    <w:rsid w:val="00D4745C"/>
    <w:rsid w:val="00D50AB0"/>
    <w:rsid w:val="00D51EC4"/>
    <w:rsid w:val="00D54FF6"/>
    <w:rsid w:val="00D55CFA"/>
    <w:rsid w:val="00D60F69"/>
    <w:rsid w:val="00D627AC"/>
    <w:rsid w:val="00D632DF"/>
    <w:rsid w:val="00D65FC0"/>
    <w:rsid w:val="00D67389"/>
    <w:rsid w:val="00D67CDD"/>
    <w:rsid w:val="00D70B91"/>
    <w:rsid w:val="00D711F9"/>
    <w:rsid w:val="00D802BC"/>
    <w:rsid w:val="00D83613"/>
    <w:rsid w:val="00D87FAC"/>
    <w:rsid w:val="00D90EAE"/>
    <w:rsid w:val="00D928F4"/>
    <w:rsid w:val="00D93EB0"/>
    <w:rsid w:val="00D93F36"/>
    <w:rsid w:val="00D941D7"/>
    <w:rsid w:val="00DA081F"/>
    <w:rsid w:val="00DA0C51"/>
    <w:rsid w:val="00DA1CFD"/>
    <w:rsid w:val="00DA2212"/>
    <w:rsid w:val="00DA2A14"/>
    <w:rsid w:val="00DA2A4F"/>
    <w:rsid w:val="00DA383A"/>
    <w:rsid w:val="00DB049E"/>
    <w:rsid w:val="00DB0884"/>
    <w:rsid w:val="00DB0FD3"/>
    <w:rsid w:val="00DB353F"/>
    <w:rsid w:val="00DB6DAF"/>
    <w:rsid w:val="00DB7237"/>
    <w:rsid w:val="00DC177F"/>
    <w:rsid w:val="00DC45BF"/>
    <w:rsid w:val="00DD0DDE"/>
    <w:rsid w:val="00DD4933"/>
    <w:rsid w:val="00DE271C"/>
    <w:rsid w:val="00DE320E"/>
    <w:rsid w:val="00DE3FA7"/>
    <w:rsid w:val="00DE596F"/>
    <w:rsid w:val="00DE6633"/>
    <w:rsid w:val="00DF08D0"/>
    <w:rsid w:val="00DF1871"/>
    <w:rsid w:val="00DF29C9"/>
    <w:rsid w:val="00DF4018"/>
    <w:rsid w:val="00DF49EE"/>
    <w:rsid w:val="00DF5F55"/>
    <w:rsid w:val="00DF6088"/>
    <w:rsid w:val="00E0025E"/>
    <w:rsid w:val="00E005D0"/>
    <w:rsid w:val="00E00709"/>
    <w:rsid w:val="00E01158"/>
    <w:rsid w:val="00E0161C"/>
    <w:rsid w:val="00E01CAF"/>
    <w:rsid w:val="00E04936"/>
    <w:rsid w:val="00E04D4F"/>
    <w:rsid w:val="00E12AEF"/>
    <w:rsid w:val="00E24896"/>
    <w:rsid w:val="00E251BB"/>
    <w:rsid w:val="00E32A0C"/>
    <w:rsid w:val="00E41296"/>
    <w:rsid w:val="00E427D6"/>
    <w:rsid w:val="00E42B0B"/>
    <w:rsid w:val="00E4678E"/>
    <w:rsid w:val="00E5723E"/>
    <w:rsid w:val="00E57D5B"/>
    <w:rsid w:val="00E64B7C"/>
    <w:rsid w:val="00E72B7A"/>
    <w:rsid w:val="00E8103E"/>
    <w:rsid w:val="00E81D30"/>
    <w:rsid w:val="00E82EDA"/>
    <w:rsid w:val="00E83617"/>
    <w:rsid w:val="00E85167"/>
    <w:rsid w:val="00E9129B"/>
    <w:rsid w:val="00E973FD"/>
    <w:rsid w:val="00E97C9A"/>
    <w:rsid w:val="00EA402D"/>
    <w:rsid w:val="00EA5F7C"/>
    <w:rsid w:val="00EB07CF"/>
    <w:rsid w:val="00EB3C78"/>
    <w:rsid w:val="00EB5E08"/>
    <w:rsid w:val="00EC092B"/>
    <w:rsid w:val="00EC239C"/>
    <w:rsid w:val="00EC3D09"/>
    <w:rsid w:val="00EC6E20"/>
    <w:rsid w:val="00EC7594"/>
    <w:rsid w:val="00ED1F5C"/>
    <w:rsid w:val="00ED22D5"/>
    <w:rsid w:val="00ED241D"/>
    <w:rsid w:val="00ED27E9"/>
    <w:rsid w:val="00ED4AA4"/>
    <w:rsid w:val="00EE1258"/>
    <w:rsid w:val="00EE166A"/>
    <w:rsid w:val="00EE2633"/>
    <w:rsid w:val="00EE28DA"/>
    <w:rsid w:val="00EE305E"/>
    <w:rsid w:val="00EE50ED"/>
    <w:rsid w:val="00EE6753"/>
    <w:rsid w:val="00EE679C"/>
    <w:rsid w:val="00EF1A31"/>
    <w:rsid w:val="00EF21B4"/>
    <w:rsid w:val="00EF71EE"/>
    <w:rsid w:val="00F000DA"/>
    <w:rsid w:val="00F011DF"/>
    <w:rsid w:val="00F014C9"/>
    <w:rsid w:val="00F016DA"/>
    <w:rsid w:val="00F0230B"/>
    <w:rsid w:val="00F0278F"/>
    <w:rsid w:val="00F02B97"/>
    <w:rsid w:val="00F04247"/>
    <w:rsid w:val="00F10107"/>
    <w:rsid w:val="00F12A64"/>
    <w:rsid w:val="00F13511"/>
    <w:rsid w:val="00F170C2"/>
    <w:rsid w:val="00F174F9"/>
    <w:rsid w:val="00F1788C"/>
    <w:rsid w:val="00F17DAE"/>
    <w:rsid w:val="00F20597"/>
    <w:rsid w:val="00F20768"/>
    <w:rsid w:val="00F20D89"/>
    <w:rsid w:val="00F261E6"/>
    <w:rsid w:val="00F26D5E"/>
    <w:rsid w:val="00F27542"/>
    <w:rsid w:val="00F33933"/>
    <w:rsid w:val="00F37503"/>
    <w:rsid w:val="00F4046F"/>
    <w:rsid w:val="00F42EED"/>
    <w:rsid w:val="00F456A7"/>
    <w:rsid w:val="00F46897"/>
    <w:rsid w:val="00F4738C"/>
    <w:rsid w:val="00F47736"/>
    <w:rsid w:val="00F516D4"/>
    <w:rsid w:val="00F54B6E"/>
    <w:rsid w:val="00F552B4"/>
    <w:rsid w:val="00F61CA1"/>
    <w:rsid w:val="00F61DF3"/>
    <w:rsid w:val="00F6273F"/>
    <w:rsid w:val="00F62B8A"/>
    <w:rsid w:val="00F841A0"/>
    <w:rsid w:val="00F85DD8"/>
    <w:rsid w:val="00F86620"/>
    <w:rsid w:val="00F879B3"/>
    <w:rsid w:val="00F9114B"/>
    <w:rsid w:val="00F931F1"/>
    <w:rsid w:val="00F94476"/>
    <w:rsid w:val="00F94A43"/>
    <w:rsid w:val="00FA3473"/>
    <w:rsid w:val="00FA72B4"/>
    <w:rsid w:val="00FB0D3F"/>
    <w:rsid w:val="00FC0E4D"/>
    <w:rsid w:val="00FC3020"/>
    <w:rsid w:val="00FC57A9"/>
    <w:rsid w:val="00FC6FD0"/>
    <w:rsid w:val="00FC7268"/>
    <w:rsid w:val="00FD733C"/>
    <w:rsid w:val="00FD77B9"/>
    <w:rsid w:val="00FE0359"/>
    <w:rsid w:val="00FE22C7"/>
    <w:rsid w:val="00FE457B"/>
    <w:rsid w:val="00FE4A1B"/>
    <w:rsid w:val="00FE4A73"/>
    <w:rsid w:val="00FE5208"/>
    <w:rsid w:val="00FF01BE"/>
    <w:rsid w:val="00FF06D8"/>
    <w:rsid w:val="00FF1233"/>
    <w:rsid w:val="00FF18F3"/>
    <w:rsid w:val="00FF4517"/>
    <w:rsid w:val="00FF4B2C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27791"/>
  <w15:docId w15:val="{F8CD80E7-6782-465D-9F28-1BE88692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94476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0D7348"/>
    <w:pPr>
      <w:keepNext/>
      <w:outlineLvl w:val="0"/>
    </w:pPr>
    <w:rPr>
      <w:rFonts w:ascii="Arial" w:hAnsi="Arial" w:cs="Arial"/>
      <w:b/>
      <w:bCs/>
      <w:i/>
      <w:iCs/>
      <w:spacing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FE22C7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99"/>
    <w:qFormat/>
    <w:rsid w:val="00BC4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rnetLink">
    <w:name w:val="Internet Link"/>
    <w:rsid w:val="00197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elia@malsco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are.oobik@vta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eelia@malsco.e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Indrek_Backup\2012-09-13_12-34-04\Memeo\2012-09-13_12-34-04\C_\Users\Indrek\Desktop\malsco%20blank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malsco blank</Template>
  <TotalTime>18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Malsco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Leelia Kirs</cp:lastModifiedBy>
  <cp:revision>6</cp:revision>
  <cp:lastPrinted>2016-10-24T14:32:00Z</cp:lastPrinted>
  <dcterms:created xsi:type="dcterms:W3CDTF">2025-01-20T16:16:00Z</dcterms:created>
  <dcterms:modified xsi:type="dcterms:W3CDTF">2025-01-20T16:27:00Z</dcterms:modified>
</cp:coreProperties>
</file>